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FA" w:rsidRPr="00FF360D" w:rsidRDefault="007106BF" w:rsidP="00780023">
      <w:pPr>
        <w:jc w:val="right"/>
        <w:rPr>
          <w:b/>
          <w:sz w:val="28"/>
          <w:szCs w:val="28"/>
        </w:rPr>
      </w:pPr>
      <w:r w:rsidRPr="00FF360D">
        <w:rPr>
          <w:b/>
          <w:sz w:val="28"/>
          <w:szCs w:val="28"/>
        </w:rPr>
        <w:t>УТВЕРЖДАЮ</w:t>
      </w:r>
    </w:p>
    <w:p w:rsidR="007106BF" w:rsidRPr="00FF360D" w:rsidRDefault="002F4934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057AE7">
        <w:rPr>
          <w:sz w:val="28"/>
          <w:szCs w:val="28"/>
        </w:rPr>
        <w:t xml:space="preserve"> </w:t>
      </w:r>
    </w:p>
    <w:p w:rsidR="007A798B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Зам. начальника Управления </w:t>
      </w:r>
    </w:p>
    <w:p w:rsidR="007A798B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государственного автодорожного надзора</w:t>
      </w:r>
    </w:p>
    <w:p w:rsidR="00780023" w:rsidRPr="00FF360D" w:rsidRDefault="007A798B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 Пензенской области и Р. Мордовия 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______________</w:t>
      </w:r>
      <w:r w:rsidR="005B4041">
        <w:rPr>
          <w:sz w:val="28"/>
          <w:szCs w:val="28"/>
        </w:rPr>
        <w:t>В</w:t>
      </w:r>
      <w:r w:rsidRPr="00FF360D">
        <w:rPr>
          <w:sz w:val="28"/>
          <w:szCs w:val="28"/>
        </w:rPr>
        <w:t>.</w:t>
      </w:r>
      <w:r w:rsidR="005B4041">
        <w:rPr>
          <w:sz w:val="28"/>
          <w:szCs w:val="28"/>
        </w:rPr>
        <w:t>Н</w:t>
      </w:r>
      <w:r w:rsidRPr="00FF360D">
        <w:rPr>
          <w:sz w:val="28"/>
          <w:szCs w:val="28"/>
        </w:rPr>
        <w:t>.</w:t>
      </w:r>
      <w:r w:rsidR="00FC4E44">
        <w:rPr>
          <w:sz w:val="28"/>
          <w:szCs w:val="28"/>
        </w:rPr>
        <w:t xml:space="preserve"> </w:t>
      </w:r>
      <w:proofErr w:type="spellStart"/>
      <w:r w:rsidR="005B4041">
        <w:rPr>
          <w:sz w:val="28"/>
          <w:szCs w:val="28"/>
        </w:rPr>
        <w:t>Кудишин</w:t>
      </w:r>
      <w:proofErr w:type="spellEnd"/>
    </w:p>
    <w:p w:rsidR="00780023" w:rsidRPr="00C72216" w:rsidRDefault="00780023" w:rsidP="00780023">
      <w:pPr>
        <w:jc w:val="right"/>
        <w:rPr>
          <w:sz w:val="28"/>
          <w:szCs w:val="28"/>
          <w:u w:val="single"/>
        </w:rPr>
      </w:pPr>
      <w:r w:rsidRPr="00C72216">
        <w:rPr>
          <w:sz w:val="28"/>
          <w:szCs w:val="28"/>
          <w:u w:val="single"/>
        </w:rPr>
        <w:t>«</w:t>
      </w:r>
      <w:r w:rsidR="00A16DAE">
        <w:rPr>
          <w:sz w:val="28"/>
          <w:szCs w:val="28"/>
          <w:u w:val="single"/>
        </w:rPr>
        <w:t>26</w:t>
      </w:r>
      <w:r w:rsidR="00C72216">
        <w:rPr>
          <w:sz w:val="28"/>
          <w:szCs w:val="28"/>
          <w:u w:val="single"/>
        </w:rPr>
        <w:t xml:space="preserve"> </w:t>
      </w:r>
      <w:r w:rsidRPr="00C72216">
        <w:rPr>
          <w:sz w:val="28"/>
          <w:szCs w:val="28"/>
          <w:u w:val="single"/>
        </w:rPr>
        <w:t>»</w:t>
      </w:r>
      <w:r w:rsidR="00C72216">
        <w:rPr>
          <w:sz w:val="28"/>
          <w:szCs w:val="28"/>
          <w:u w:val="single"/>
        </w:rPr>
        <w:t xml:space="preserve"> июня </w:t>
      </w:r>
      <w:r w:rsidRPr="00C72216">
        <w:rPr>
          <w:sz w:val="28"/>
          <w:szCs w:val="28"/>
          <w:u w:val="single"/>
        </w:rPr>
        <w:t>20</w:t>
      </w:r>
      <w:r w:rsidR="00FC4E44" w:rsidRPr="00C72216">
        <w:rPr>
          <w:sz w:val="28"/>
          <w:szCs w:val="28"/>
          <w:u w:val="single"/>
        </w:rPr>
        <w:t>1</w:t>
      </w:r>
      <w:r w:rsidR="00A16DAE">
        <w:rPr>
          <w:sz w:val="28"/>
          <w:szCs w:val="28"/>
          <w:u w:val="single"/>
        </w:rPr>
        <w:t>5</w:t>
      </w:r>
      <w:r w:rsidRPr="00C72216">
        <w:rPr>
          <w:sz w:val="28"/>
          <w:szCs w:val="28"/>
          <w:u w:val="single"/>
        </w:rPr>
        <w:t xml:space="preserve"> г.</w:t>
      </w:r>
    </w:p>
    <w:p w:rsidR="00037E25" w:rsidRPr="00780023" w:rsidRDefault="00037E25"/>
    <w:p w:rsidR="00037E25" w:rsidRPr="00780023" w:rsidRDefault="00037E25"/>
    <w:p w:rsidR="00037E25" w:rsidRDefault="00037E25"/>
    <w:p w:rsidR="002F4934" w:rsidRPr="00780023" w:rsidRDefault="002F4934"/>
    <w:p w:rsidR="00037E25" w:rsidRPr="00780023" w:rsidRDefault="00037E25"/>
    <w:p w:rsidR="00850768" w:rsidRDefault="00850768" w:rsidP="00850768">
      <w:pPr>
        <w:jc w:val="center"/>
        <w:rPr>
          <w:b/>
          <w:sz w:val="28"/>
          <w:szCs w:val="28"/>
        </w:rPr>
      </w:pPr>
      <w:r w:rsidRPr="00850768">
        <w:rPr>
          <w:b/>
          <w:sz w:val="28"/>
          <w:szCs w:val="28"/>
        </w:rPr>
        <w:t xml:space="preserve">График </w:t>
      </w:r>
    </w:p>
    <w:p w:rsidR="00037E25" w:rsidRPr="00850768" w:rsidRDefault="00850768" w:rsidP="00850768">
      <w:pPr>
        <w:jc w:val="center"/>
        <w:rPr>
          <w:b/>
          <w:sz w:val="28"/>
          <w:szCs w:val="28"/>
        </w:rPr>
      </w:pPr>
      <w:r w:rsidRPr="00850768">
        <w:rPr>
          <w:b/>
          <w:sz w:val="28"/>
          <w:szCs w:val="28"/>
        </w:rPr>
        <w:t xml:space="preserve">проведения аттестации лиц, занимающих должности исполнительных руководителей и специалистов хозяйствующих субъектов, осуществляющих перевозку пассажиров и грузов автомобильным транспортом на </w:t>
      </w:r>
      <w:r w:rsidR="00E339B6">
        <w:rPr>
          <w:b/>
          <w:sz w:val="28"/>
          <w:szCs w:val="28"/>
        </w:rPr>
        <w:t>2</w:t>
      </w:r>
      <w:r w:rsidR="00FC4E44" w:rsidRPr="00FC4E44">
        <w:rPr>
          <w:b/>
          <w:sz w:val="28"/>
          <w:szCs w:val="28"/>
        </w:rPr>
        <w:t xml:space="preserve"> </w:t>
      </w:r>
      <w:r w:rsidR="00FC4E44">
        <w:rPr>
          <w:b/>
          <w:sz w:val="28"/>
          <w:szCs w:val="28"/>
        </w:rPr>
        <w:t xml:space="preserve">полугодие </w:t>
      </w:r>
      <w:r w:rsidRPr="00850768">
        <w:rPr>
          <w:b/>
          <w:sz w:val="28"/>
          <w:szCs w:val="28"/>
        </w:rPr>
        <w:t>201</w:t>
      </w:r>
      <w:r w:rsidR="00E339B6">
        <w:rPr>
          <w:b/>
          <w:sz w:val="28"/>
          <w:szCs w:val="28"/>
        </w:rPr>
        <w:t>5</w:t>
      </w:r>
      <w:r w:rsidRPr="00850768">
        <w:rPr>
          <w:b/>
          <w:sz w:val="28"/>
          <w:szCs w:val="28"/>
        </w:rPr>
        <w:t xml:space="preserve"> год</w:t>
      </w:r>
      <w:r w:rsidR="00FC4E44">
        <w:rPr>
          <w:b/>
          <w:sz w:val="28"/>
          <w:szCs w:val="28"/>
        </w:rPr>
        <w:t>а</w:t>
      </w:r>
    </w:p>
    <w:p w:rsidR="00037E25" w:rsidRPr="00780023" w:rsidRDefault="00037E25"/>
    <w:p w:rsidR="00037E25" w:rsidRPr="00780023" w:rsidRDefault="00037E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B315B" w:rsidRPr="00FC4E44" w:rsidTr="00FC4E44">
        <w:tc>
          <w:tcPr>
            <w:tcW w:w="4785" w:type="dxa"/>
            <w:vMerge w:val="restart"/>
            <w:shd w:val="clear" w:color="auto" w:fill="auto"/>
            <w:vAlign w:val="center"/>
          </w:tcPr>
          <w:p w:rsidR="007B315B" w:rsidRPr="00FC4E44" w:rsidRDefault="007B315B" w:rsidP="00FC4E44">
            <w:pPr>
              <w:jc w:val="center"/>
              <w:rPr>
                <w:sz w:val="28"/>
                <w:szCs w:val="28"/>
              </w:rPr>
            </w:pPr>
            <w:r w:rsidRPr="00FC4E44">
              <w:rPr>
                <w:sz w:val="28"/>
                <w:szCs w:val="28"/>
              </w:rPr>
              <w:t>Месяц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22096F" w:rsidP="00FC4E44">
            <w:pPr>
              <w:jc w:val="center"/>
              <w:rPr>
                <w:sz w:val="28"/>
                <w:szCs w:val="28"/>
              </w:rPr>
            </w:pPr>
            <w:r w:rsidRPr="00FC4E44">
              <w:rPr>
                <w:sz w:val="28"/>
                <w:szCs w:val="28"/>
              </w:rPr>
              <w:t>Место и дата проведения аттестации</w:t>
            </w:r>
          </w:p>
        </w:tc>
      </w:tr>
      <w:tr w:rsidR="007B315B" w:rsidRPr="00FC4E44" w:rsidTr="00FC4E44">
        <w:tc>
          <w:tcPr>
            <w:tcW w:w="4785" w:type="dxa"/>
            <w:vMerge/>
            <w:shd w:val="clear" w:color="auto" w:fill="auto"/>
            <w:vAlign w:val="center"/>
          </w:tcPr>
          <w:p w:rsidR="007B315B" w:rsidRPr="00FC4E44" w:rsidRDefault="007B315B" w:rsidP="00FC4E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22096F" w:rsidP="007A798B">
            <w:pPr>
              <w:jc w:val="center"/>
              <w:rPr>
                <w:sz w:val="28"/>
                <w:szCs w:val="28"/>
              </w:rPr>
            </w:pPr>
            <w:r w:rsidRPr="00FC4E44">
              <w:rPr>
                <w:sz w:val="28"/>
                <w:szCs w:val="28"/>
              </w:rPr>
              <w:t>г.</w:t>
            </w:r>
            <w:r w:rsidR="00FC4E44" w:rsidRPr="00FC4E44">
              <w:rPr>
                <w:sz w:val="28"/>
                <w:szCs w:val="28"/>
              </w:rPr>
              <w:t xml:space="preserve"> </w:t>
            </w:r>
            <w:r w:rsidRPr="00FC4E44">
              <w:rPr>
                <w:sz w:val="28"/>
                <w:szCs w:val="28"/>
              </w:rPr>
              <w:t>Пенза, ул.</w:t>
            </w:r>
            <w:r w:rsidR="00FC4E44" w:rsidRPr="00FC4E44">
              <w:rPr>
                <w:sz w:val="28"/>
                <w:szCs w:val="28"/>
              </w:rPr>
              <w:t xml:space="preserve"> </w:t>
            </w:r>
            <w:r w:rsidRPr="00FC4E44">
              <w:rPr>
                <w:sz w:val="28"/>
                <w:szCs w:val="28"/>
              </w:rPr>
              <w:t>Измайлова, 48 (УКК)</w:t>
            </w:r>
            <w:r w:rsidR="007A798B">
              <w:rPr>
                <w:sz w:val="28"/>
                <w:szCs w:val="28"/>
              </w:rPr>
              <w:t xml:space="preserve"> 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FC4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070CF0" w:rsidP="00FC4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FC4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070CF0" w:rsidP="00FC4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5B4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070CF0" w:rsidP="00FC4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5B4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C72216" w:rsidP="0007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0CF0">
              <w:rPr>
                <w:sz w:val="28"/>
                <w:szCs w:val="28"/>
              </w:rPr>
              <w:t>8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5B4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C72216" w:rsidP="0007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0CF0">
              <w:rPr>
                <w:sz w:val="28"/>
                <w:szCs w:val="28"/>
              </w:rPr>
              <w:t>5</w:t>
            </w:r>
          </w:p>
        </w:tc>
      </w:tr>
      <w:tr w:rsidR="007B315B" w:rsidRPr="00FC4E44" w:rsidTr="00FC4E44">
        <w:tc>
          <w:tcPr>
            <w:tcW w:w="4785" w:type="dxa"/>
            <w:shd w:val="clear" w:color="auto" w:fill="auto"/>
            <w:vAlign w:val="center"/>
          </w:tcPr>
          <w:p w:rsidR="007B315B" w:rsidRPr="00FC4E44" w:rsidRDefault="00C72216" w:rsidP="005B4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B315B" w:rsidRPr="00FC4E44" w:rsidRDefault="00C72216" w:rsidP="0007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0CF0">
              <w:rPr>
                <w:sz w:val="28"/>
                <w:szCs w:val="28"/>
              </w:rPr>
              <w:t>3</w:t>
            </w:r>
          </w:p>
        </w:tc>
      </w:tr>
    </w:tbl>
    <w:p w:rsidR="00037E25" w:rsidRDefault="00037E25"/>
    <w:p w:rsidR="00FC4E44" w:rsidRDefault="00FC4E44"/>
    <w:p w:rsidR="00FC4E44" w:rsidRDefault="00FC4E44"/>
    <w:p w:rsidR="00FC4E44" w:rsidRDefault="00FC4E44"/>
    <w:p w:rsidR="00FC4E44" w:rsidRDefault="00FC4E44"/>
    <w:p w:rsidR="00FC4E44" w:rsidRDefault="00FC4E44"/>
    <w:p w:rsidR="00FC4E44" w:rsidRDefault="00FC4E44"/>
    <w:p w:rsidR="00FC4E44" w:rsidRDefault="00FC4E44"/>
    <w:p w:rsidR="00FC4E44" w:rsidRDefault="00FC4E44"/>
    <w:p w:rsidR="00FC4E44" w:rsidRDefault="00FC4E44"/>
    <w:p w:rsidR="00FC4E44" w:rsidRPr="00780023" w:rsidRDefault="00FC4E44"/>
    <w:p w:rsidR="00037E25" w:rsidRDefault="00037E25"/>
    <w:p w:rsidR="002F4934" w:rsidRDefault="002F4934"/>
    <w:p w:rsidR="002F4934" w:rsidRDefault="002F4934">
      <w:bookmarkStart w:id="0" w:name="_GoBack"/>
      <w:bookmarkEnd w:id="0"/>
    </w:p>
    <w:p w:rsidR="002F4934" w:rsidRPr="00780023" w:rsidRDefault="002F4934"/>
    <w:p w:rsidR="00037E25" w:rsidRDefault="00037E25"/>
    <w:p w:rsidR="00FF360D" w:rsidRPr="00FF360D" w:rsidRDefault="00FF360D">
      <w:pPr>
        <w:rPr>
          <w:b/>
          <w:sz w:val="28"/>
          <w:szCs w:val="28"/>
        </w:rPr>
      </w:pPr>
      <w:r w:rsidRPr="00FF360D">
        <w:rPr>
          <w:sz w:val="28"/>
          <w:szCs w:val="28"/>
          <w:u w:val="single"/>
        </w:rPr>
        <w:t>Примечание:</w:t>
      </w:r>
      <w:r w:rsidRPr="00FF360D">
        <w:rPr>
          <w:sz w:val="28"/>
          <w:szCs w:val="28"/>
        </w:rPr>
        <w:t xml:space="preserve"> время проведения аттестации </w:t>
      </w:r>
      <w:r w:rsidRPr="00FF360D">
        <w:rPr>
          <w:b/>
          <w:sz w:val="28"/>
          <w:szCs w:val="28"/>
        </w:rPr>
        <w:t xml:space="preserve">с </w:t>
      </w:r>
      <w:r w:rsidR="00070CF0">
        <w:rPr>
          <w:b/>
          <w:sz w:val="28"/>
          <w:szCs w:val="28"/>
        </w:rPr>
        <w:t>9</w:t>
      </w:r>
      <w:r w:rsidRPr="00FF360D">
        <w:rPr>
          <w:b/>
          <w:sz w:val="28"/>
          <w:szCs w:val="28"/>
          <w:u w:val="single"/>
          <w:vertAlign w:val="superscript"/>
        </w:rPr>
        <w:t>00</w:t>
      </w:r>
      <w:r w:rsidRPr="00FF360D">
        <w:rPr>
          <w:b/>
          <w:sz w:val="28"/>
          <w:szCs w:val="28"/>
        </w:rPr>
        <w:t xml:space="preserve"> </w:t>
      </w:r>
    </w:p>
    <w:p w:rsidR="00FF360D" w:rsidRDefault="00FF360D"/>
    <w:p w:rsidR="00FF360D" w:rsidRDefault="00FF360D"/>
    <w:p w:rsidR="00FF360D" w:rsidRDefault="00FF360D"/>
    <w:p w:rsidR="00FF360D" w:rsidRDefault="00FF360D"/>
    <w:sectPr w:rsidR="00FF3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21"/>
    <w:rsid w:val="0002006D"/>
    <w:rsid w:val="00037E25"/>
    <w:rsid w:val="000423F3"/>
    <w:rsid w:val="0004372F"/>
    <w:rsid w:val="00046939"/>
    <w:rsid w:val="00057AE7"/>
    <w:rsid w:val="00060916"/>
    <w:rsid w:val="00062312"/>
    <w:rsid w:val="00066DC3"/>
    <w:rsid w:val="00070CF0"/>
    <w:rsid w:val="00077E4D"/>
    <w:rsid w:val="000C7A94"/>
    <w:rsid w:val="000D08A8"/>
    <w:rsid w:val="000D6E72"/>
    <w:rsid w:val="000E0C8D"/>
    <w:rsid w:val="00105507"/>
    <w:rsid w:val="001113E7"/>
    <w:rsid w:val="00111F77"/>
    <w:rsid w:val="0015719D"/>
    <w:rsid w:val="0016492A"/>
    <w:rsid w:val="001678DC"/>
    <w:rsid w:val="001A3251"/>
    <w:rsid w:val="001B5AA2"/>
    <w:rsid w:val="001C4C80"/>
    <w:rsid w:val="001D6AF9"/>
    <w:rsid w:val="0022096F"/>
    <w:rsid w:val="00230EB2"/>
    <w:rsid w:val="00246CC6"/>
    <w:rsid w:val="00251424"/>
    <w:rsid w:val="00263D14"/>
    <w:rsid w:val="00264FA6"/>
    <w:rsid w:val="002671FE"/>
    <w:rsid w:val="0028696F"/>
    <w:rsid w:val="002B00E8"/>
    <w:rsid w:val="002F4934"/>
    <w:rsid w:val="00310FE5"/>
    <w:rsid w:val="003127C3"/>
    <w:rsid w:val="00322F8A"/>
    <w:rsid w:val="00337DF6"/>
    <w:rsid w:val="00390987"/>
    <w:rsid w:val="003A29A3"/>
    <w:rsid w:val="003B0428"/>
    <w:rsid w:val="003D44E4"/>
    <w:rsid w:val="003D5F6A"/>
    <w:rsid w:val="00433ED4"/>
    <w:rsid w:val="0044316B"/>
    <w:rsid w:val="00473840"/>
    <w:rsid w:val="004764A2"/>
    <w:rsid w:val="00482044"/>
    <w:rsid w:val="0048333F"/>
    <w:rsid w:val="004A0F0F"/>
    <w:rsid w:val="004A5449"/>
    <w:rsid w:val="004C11EA"/>
    <w:rsid w:val="004D4056"/>
    <w:rsid w:val="004D4514"/>
    <w:rsid w:val="004D4704"/>
    <w:rsid w:val="005116E2"/>
    <w:rsid w:val="0053371A"/>
    <w:rsid w:val="00534811"/>
    <w:rsid w:val="005405C6"/>
    <w:rsid w:val="005440E4"/>
    <w:rsid w:val="005701FD"/>
    <w:rsid w:val="005822B1"/>
    <w:rsid w:val="00594BA8"/>
    <w:rsid w:val="005B4041"/>
    <w:rsid w:val="005E44B6"/>
    <w:rsid w:val="00611D4F"/>
    <w:rsid w:val="00616C01"/>
    <w:rsid w:val="00634E9C"/>
    <w:rsid w:val="00652C32"/>
    <w:rsid w:val="0065619B"/>
    <w:rsid w:val="006852C0"/>
    <w:rsid w:val="00687D6B"/>
    <w:rsid w:val="00695BCF"/>
    <w:rsid w:val="006B0A3E"/>
    <w:rsid w:val="006C1C49"/>
    <w:rsid w:val="006F6B9E"/>
    <w:rsid w:val="00707A9C"/>
    <w:rsid w:val="007106BF"/>
    <w:rsid w:val="007272F9"/>
    <w:rsid w:val="00737068"/>
    <w:rsid w:val="00755BD5"/>
    <w:rsid w:val="00757B1A"/>
    <w:rsid w:val="00780023"/>
    <w:rsid w:val="0078588F"/>
    <w:rsid w:val="007A6B30"/>
    <w:rsid w:val="007A798B"/>
    <w:rsid w:val="007B315B"/>
    <w:rsid w:val="007D6776"/>
    <w:rsid w:val="00815EEC"/>
    <w:rsid w:val="00850768"/>
    <w:rsid w:val="008740E8"/>
    <w:rsid w:val="00894721"/>
    <w:rsid w:val="008B1300"/>
    <w:rsid w:val="008B4FA9"/>
    <w:rsid w:val="008D45AE"/>
    <w:rsid w:val="008F6F4C"/>
    <w:rsid w:val="00906BE7"/>
    <w:rsid w:val="0092444F"/>
    <w:rsid w:val="00926800"/>
    <w:rsid w:val="00926995"/>
    <w:rsid w:val="00934694"/>
    <w:rsid w:val="00935A5B"/>
    <w:rsid w:val="0093728C"/>
    <w:rsid w:val="009411D9"/>
    <w:rsid w:val="00950716"/>
    <w:rsid w:val="009542C3"/>
    <w:rsid w:val="00956E1B"/>
    <w:rsid w:val="00960FCA"/>
    <w:rsid w:val="00963412"/>
    <w:rsid w:val="00966B8B"/>
    <w:rsid w:val="00970875"/>
    <w:rsid w:val="009811F5"/>
    <w:rsid w:val="00983761"/>
    <w:rsid w:val="00985111"/>
    <w:rsid w:val="009861A9"/>
    <w:rsid w:val="009C4A3E"/>
    <w:rsid w:val="009E1A17"/>
    <w:rsid w:val="00A06773"/>
    <w:rsid w:val="00A16DAE"/>
    <w:rsid w:val="00A17C54"/>
    <w:rsid w:val="00A30168"/>
    <w:rsid w:val="00A36D72"/>
    <w:rsid w:val="00A3736F"/>
    <w:rsid w:val="00A43B86"/>
    <w:rsid w:val="00A76BE4"/>
    <w:rsid w:val="00A803FA"/>
    <w:rsid w:val="00AD27BE"/>
    <w:rsid w:val="00B0020C"/>
    <w:rsid w:val="00B106FC"/>
    <w:rsid w:val="00B128DD"/>
    <w:rsid w:val="00B20D77"/>
    <w:rsid w:val="00B31994"/>
    <w:rsid w:val="00B35820"/>
    <w:rsid w:val="00B437E6"/>
    <w:rsid w:val="00B52758"/>
    <w:rsid w:val="00B52BB7"/>
    <w:rsid w:val="00B82ED6"/>
    <w:rsid w:val="00B873D4"/>
    <w:rsid w:val="00BB303B"/>
    <w:rsid w:val="00BC03D6"/>
    <w:rsid w:val="00BC68FE"/>
    <w:rsid w:val="00BD26ED"/>
    <w:rsid w:val="00BD4E7E"/>
    <w:rsid w:val="00BE0368"/>
    <w:rsid w:val="00BE36E1"/>
    <w:rsid w:val="00C12AFF"/>
    <w:rsid w:val="00C12E9F"/>
    <w:rsid w:val="00C25E3B"/>
    <w:rsid w:val="00C34A6D"/>
    <w:rsid w:val="00C415A7"/>
    <w:rsid w:val="00C504A7"/>
    <w:rsid w:val="00C53817"/>
    <w:rsid w:val="00C60E0E"/>
    <w:rsid w:val="00C61095"/>
    <w:rsid w:val="00C70FA5"/>
    <w:rsid w:val="00C72216"/>
    <w:rsid w:val="00C7349E"/>
    <w:rsid w:val="00C84DFB"/>
    <w:rsid w:val="00CC4BF4"/>
    <w:rsid w:val="00CE4518"/>
    <w:rsid w:val="00D02586"/>
    <w:rsid w:val="00D3417C"/>
    <w:rsid w:val="00D540A3"/>
    <w:rsid w:val="00D579A9"/>
    <w:rsid w:val="00D62EE3"/>
    <w:rsid w:val="00D63B2F"/>
    <w:rsid w:val="00D740DD"/>
    <w:rsid w:val="00DA3BF1"/>
    <w:rsid w:val="00DC0F12"/>
    <w:rsid w:val="00DC3EE9"/>
    <w:rsid w:val="00DC4ED1"/>
    <w:rsid w:val="00DD2BB5"/>
    <w:rsid w:val="00E339B6"/>
    <w:rsid w:val="00E4580C"/>
    <w:rsid w:val="00E57779"/>
    <w:rsid w:val="00E60F56"/>
    <w:rsid w:val="00E7570F"/>
    <w:rsid w:val="00E906CB"/>
    <w:rsid w:val="00E953AD"/>
    <w:rsid w:val="00EB7499"/>
    <w:rsid w:val="00F01A42"/>
    <w:rsid w:val="00F22A18"/>
    <w:rsid w:val="00F32C8B"/>
    <w:rsid w:val="00F55861"/>
    <w:rsid w:val="00F57ADB"/>
    <w:rsid w:val="00F62B58"/>
    <w:rsid w:val="00F72BD7"/>
    <w:rsid w:val="00F86662"/>
    <w:rsid w:val="00FA025D"/>
    <w:rsid w:val="00FB03D3"/>
    <w:rsid w:val="00FB42A4"/>
    <w:rsid w:val="00FC4E44"/>
    <w:rsid w:val="00FD6374"/>
    <w:rsid w:val="00FE0DBD"/>
    <w:rsid w:val="00FE6777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Desktop\&#1075;&#1088;&#1072;&#1092;&#1080;&#1082;%20&#1072;&#1090;&#1090;&#1077;&#1089;&#1090;&#1072;&#1094;&#1080;&#1080;%20&#1085;&#1072;%201%20&#1087;&#1086;&#1083;&#1091;&#1075;&#1086;&#1076;&#1080;&#1077;%2020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график аттестации на 1 полугодие 2014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RTI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Алексей</dc:creator>
  <cp:lastModifiedBy>Admin</cp:lastModifiedBy>
  <cp:revision>4</cp:revision>
  <cp:lastPrinted>2012-07-16T11:32:00Z</cp:lastPrinted>
  <dcterms:created xsi:type="dcterms:W3CDTF">2015-06-30T09:20:00Z</dcterms:created>
  <dcterms:modified xsi:type="dcterms:W3CDTF">2015-06-30T09:22:00Z</dcterms:modified>
</cp:coreProperties>
</file>