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3FA" w:rsidRPr="00FF360D" w:rsidRDefault="007106BF" w:rsidP="00780023">
      <w:pPr>
        <w:jc w:val="right"/>
        <w:rPr>
          <w:b/>
          <w:sz w:val="28"/>
          <w:szCs w:val="28"/>
        </w:rPr>
      </w:pPr>
      <w:r w:rsidRPr="00FF360D">
        <w:rPr>
          <w:b/>
          <w:sz w:val="28"/>
          <w:szCs w:val="28"/>
        </w:rPr>
        <w:t>УТВЕРЖДАЮ</w:t>
      </w:r>
    </w:p>
    <w:p w:rsidR="007106BF" w:rsidRPr="00FF360D" w:rsidRDefault="002F4934" w:rsidP="00780023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  <w:r w:rsidR="00057AE7">
        <w:rPr>
          <w:sz w:val="28"/>
          <w:szCs w:val="28"/>
        </w:rPr>
        <w:t xml:space="preserve"> </w:t>
      </w:r>
    </w:p>
    <w:p w:rsidR="007A798B" w:rsidRDefault="007A798B" w:rsidP="0078002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Зам. начальника Управления </w:t>
      </w:r>
    </w:p>
    <w:p w:rsidR="007A798B" w:rsidRDefault="007A798B" w:rsidP="00780023">
      <w:pPr>
        <w:jc w:val="right"/>
        <w:rPr>
          <w:sz w:val="28"/>
          <w:szCs w:val="28"/>
        </w:rPr>
      </w:pPr>
      <w:r>
        <w:rPr>
          <w:sz w:val="28"/>
          <w:szCs w:val="28"/>
        </w:rPr>
        <w:t>государственного автодорожного надзора</w:t>
      </w:r>
    </w:p>
    <w:p w:rsidR="00780023" w:rsidRPr="00FF360D" w:rsidRDefault="007A798B" w:rsidP="0078002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по Пензенской области и Р. Мордовия </w:t>
      </w:r>
    </w:p>
    <w:p w:rsidR="00780023" w:rsidRPr="00FF360D" w:rsidRDefault="00780023" w:rsidP="00780023">
      <w:pPr>
        <w:jc w:val="right"/>
        <w:rPr>
          <w:sz w:val="28"/>
          <w:szCs w:val="28"/>
        </w:rPr>
      </w:pPr>
      <w:r w:rsidRPr="00FF360D">
        <w:rPr>
          <w:sz w:val="28"/>
          <w:szCs w:val="28"/>
        </w:rPr>
        <w:t>______________</w:t>
      </w:r>
      <w:r w:rsidR="00923BEB" w:rsidRPr="00923BEB">
        <w:rPr>
          <w:sz w:val="28"/>
          <w:szCs w:val="28"/>
        </w:rPr>
        <w:t xml:space="preserve"> </w:t>
      </w:r>
      <w:r w:rsidR="00923BEB" w:rsidRPr="006950B8">
        <w:rPr>
          <w:sz w:val="28"/>
          <w:szCs w:val="28"/>
        </w:rPr>
        <w:t xml:space="preserve">О.В. </w:t>
      </w:r>
      <w:proofErr w:type="spellStart"/>
      <w:r w:rsidR="00923BEB" w:rsidRPr="006950B8">
        <w:rPr>
          <w:sz w:val="28"/>
          <w:szCs w:val="28"/>
        </w:rPr>
        <w:t>Господинов</w:t>
      </w:r>
      <w:proofErr w:type="spellEnd"/>
    </w:p>
    <w:p w:rsidR="00780023" w:rsidRPr="00FF360D" w:rsidRDefault="00780023" w:rsidP="00780023">
      <w:pPr>
        <w:jc w:val="right"/>
        <w:rPr>
          <w:sz w:val="28"/>
          <w:szCs w:val="28"/>
        </w:rPr>
      </w:pPr>
      <w:r w:rsidRPr="00FF360D">
        <w:rPr>
          <w:sz w:val="28"/>
          <w:szCs w:val="28"/>
        </w:rPr>
        <w:t>«</w:t>
      </w:r>
      <w:r w:rsidR="0011031C" w:rsidRPr="0011031C">
        <w:rPr>
          <w:sz w:val="28"/>
          <w:szCs w:val="28"/>
          <w:u w:val="single"/>
        </w:rPr>
        <w:t xml:space="preserve"> </w:t>
      </w:r>
      <w:r w:rsidR="00E174B3">
        <w:rPr>
          <w:sz w:val="28"/>
          <w:szCs w:val="28"/>
          <w:u w:val="single"/>
        </w:rPr>
        <w:t>2</w:t>
      </w:r>
      <w:r w:rsidR="00D63172">
        <w:rPr>
          <w:sz w:val="28"/>
          <w:szCs w:val="28"/>
          <w:u w:val="single"/>
        </w:rPr>
        <w:t>5</w:t>
      </w:r>
      <w:r w:rsidR="0011031C">
        <w:rPr>
          <w:sz w:val="28"/>
          <w:szCs w:val="28"/>
        </w:rPr>
        <w:t xml:space="preserve"> </w:t>
      </w:r>
      <w:r w:rsidRPr="00FF360D">
        <w:rPr>
          <w:sz w:val="28"/>
          <w:szCs w:val="28"/>
        </w:rPr>
        <w:t>»</w:t>
      </w:r>
      <w:r w:rsidR="0011031C">
        <w:rPr>
          <w:sz w:val="28"/>
          <w:szCs w:val="28"/>
        </w:rPr>
        <w:t xml:space="preserve"> </w:t>
      </w:r>
      <w:r w:rsidR="00D63172">
        <w:rPr>
          <w:sz w:val="28"/>
          <w:szCs w:val="28"/>
          <w:u w:val="single"/>
        </w:rPr>
        <w:t>июня</w:t>
      </w:r>
      <w:r w:rsidR="0011031C">
        <w:rPr>
          <w:sz w:val="28"/>
          <w:szCs w:val="28"/>
          <w:u w:val="single"/>
        </w:rPr>
        <w:t xml:space="preserve"> </w:t>
      </w:r>
      <w:r w:rsidRPr="00FF360D">
        <w:rPr>
          <w:sz w:val="28"/>
          <w:szCs w:val="28"/>
        </w:rPr>
        <w:t>20</w:t>
      </w:r>
      <w:r w:rsidR="00FC4E44">
        <w:rPr>
          <w:sz w:val="28"/>
          <w:szCs w:val="28"/>
        </w:rPr>
        <w:t>1</w:t>
      </w:r>
      <w:r w:rsidR="00D63172">
        <w:rPr>
          <w:sz w:val="28"/>
          <w:szCs w:val="28"/>
        </w:rPr>
        <w:t>5</w:t>
      </w:r>
      <w:r w:rsidRPr="00FF360D">
        <w:rPr>
          <w:sz w:val="28"/>
          <w:szCs w:val="28"/>
        </w:rPr>
        <w:t xml:space="preserve"> г.</w:t>
      </w:r>
    </w:p>
    <w:p w:rsidR="00037E25" w:rsidRPr="00780023" w:rsidRDefault="00037E25"/>
    <w:p w:rsidR="00037E25" w:rsidRPr="00780023" w:rsidRDefault="00037E25"/>
    <w:p w:rsidR="00037E25" w:rsidRDefault="00037E25"/>
    <w:p w:rsidR="002F4934" w:rsidRPr="00780023" w:rsidRDefault="002F4934"/>
    <w:p w:rsidR="00037E25" w:rsidRPr="00780023" w:rsidRDefault="00037E25"/>
    <w:p w:rsidR="00923BEB" w:rsidRDefault="00923BEB" w:rsidP="00923BEB">
      <w:pPr>
        <w:jc w:val="center"/>
        <w:rPr>
          <w:b/>
          <w:sz w:val="28"/>
          <w:szCs w:val="28"/>
        </w:rPr>
      </w:pPr>
      <w:r w:rsidRPr="00923BEB">
        <w:rPr>
          <w:b/>
          <w:sz w:val="28"/>
          <w:szCs w:val="28"/>
        </w:rPr>
        <w:t>График</w:t>
      </w:r>
    </w:p>
    <w:p w:rsidR="00923BEB" w:rsidRDefault="00923BEB" w:rsidP="00923BEB">
      <w:pPr>
        <w:jc w:val="center"/>
        <w:rPr>
          <w:b/>
          <w:sz w:val="28"/>
          <w:szCs w:val="28"/>
        </w:rPr>
      </w:pPr>
      <w:r w:rsidRPr="00923BEB">
        <w:rPr>
          <w:b/>
          <w:sz w:val="28"/>
          <w:szCs w:val="28"/>
        </w:rPr>
        <w:t>проведения экзаменов</w:t>
      </w:r>
      <w:r>
        <w:rPr>
          <w:b/>
          <w:sz w:val="28"/>
          <w:szCs w:val="28"/>
        </w:rPr>
        <w:t xml:space="preserve"> </w:t>
      </w:r>
      <w:r w:rsidRPr="00923BEB">
        <w:rPr>
          <w:b/>
          <w:sz w:val="28"/>
          <w:szCs w:val="28"/>
        </w:rPr>
        <w:t>по про</w:t>
      </w:r>
      <w:r>
        <w:rPr>
          <w:b/>
          <w:sz w:val="28"/>
          <w:szCs w:val="28"/>
        </w:rPr>
        <w:t xml:space="preserve">верке и оценке знаний водителей </w:t>
      </w:r>
      <w:r w:rsidRPr="00923BEB">
        <w:rPr>
          <w:b/>
          <w:sz w:val="28"/>
          <w:szCs w:val="28"/>
        </w:rPr>
        <w:t xml:space="preserve">автотранспортных средств перевозящих опасные грузы </w:t>
      </w: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</w:t>
      </w:r>
    </w:p>
    <w:p w:rsidR="00037E25" w:rsidRPr="00923BEB" w:rsidRDefault="0037673D" w:rsidP="00923B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ию</w:t>
      </w:r>
      <w:r w:rsidR="008F32D3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>ь</w:t>
      </w:r>
      <w:r w:rsidR="00923BEB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сентябрь</w:t>
      </w:r>
      <w:r w:rsidR="00923BEB">
        <w:rPr>
          <w:b/>
          <w:sz w:val="28"/>
          <w:szCs w:val="28"/>
        </w:rPr>
        <w:t xml:space="preserve"> </w:t>
      </w:r>
      <w:r w:rsidR="008A66B8">
        <w:rPr>
          <w:b/>
          <w:sz w:val="28"/>
          <w:szCs w:val="28"/>
        </w:rPr>
        <w:t>2015</w:t>
      </w:r>
      <w:r w:rsidR="00923BEB" w:rsidRPr="00923BEB">
        <w:rPr>
          <w:b/>
          <w:sz w:val="28"/>
          <w:szCs w:val="28"/>
        </w:rPr>
        <w:t>г.</w:t>
      </w:r>
    </w:p>
    <w:p w:rsidR="00037E25" w:rsidRPr="00780023" w:rsidRDefault="00037E25"/>
    <w:tbl>
      <w:tblPr>
        <w:tblStyle w:val="1"/>
        <w:tblW w:w="9606" w:type="dxa"/>
        <w:tblLayout w:type="fixed"/>
        <w:tblLook w:val="04A0" w:firstRow="1" w:lastRow="0" w:firstColumn="1" w:lastColumn="0" w:noHBand="0" w:noVBand="1"/>
      </w:tblPr>
      <w:tblGrid>
        <w:gridCol w:w="2376"/>
        <w:gridCol w:w="2022"/>
        <w:gridCol w:w="5208"/>
      </w:tblGrid>
      <w:tr w:rsidR="00923BEB" w:rsidRPr="00923BEB" w:rsidTr="00964017">
        <w:trPr>
          <w:trHeight w:val="380"/>
        </w:trPr>
        <w:tc>
          <w:tcPr>
            <w:tcW w:w="2376" w:type="dxa"/>
          </w:tcPr>
          <w:p w:rsidR="00923BEB" w:rsidRPr="00923BEB" w:rsidRDefault="00923BEB" w:rsidP="00923B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BEB">
              <w:rPr>
                <w:rFonts w:ascii="Times New Roman" w:hAnsi="Times New Roman" w:cs="Times New Roman"/>
                <w:sz w:val="28"/>
                <w:szCs w:val="28"/>
              </w:rPr>
              <w:t xml:space="preserve">Число </w:t>
            </w:r>
          </w:p>
        </w:tc>
        <w:tc>
          <w:tcPr>
            <w:tcW w:w="2022" w:type="dxa"/>
          </w:tcPr>
          <w:p w:rsidR="00923BEB" w:rsidRPr="00923BEB" w:rsidRDefault="00923BEB" w:rsidP="00923B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BEB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5208" w:type="dxa"/>
          </w:tcPr>
          <w:p w:rsidR="00923BEB" w:rsidRPr="00923BEB" w:rsidRDefault="00923BEB" w:rsidP="00923B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BEB">
              <w:rPr>
                <w:rFonts w:ascii="Times New Roman" w:hAnsi="Times New Roman" w:cs="Times New Roman"/>
                <w:sz w:val="28"/>
                <w:szCs w:val="28"/>
              </w:rPr>
              <w:t xml:space="preserve">Место проведения </w:t>
            </w:r>
          </w:p>
        </w:tc>
      </w:tr>
      <w:tr w:rsidR="00D20806" w:rsidRPr="00923BEB" w:rsidTr="00964017">
        <w:trPr>
          <w:trHeight w:val="918"/>
        </w:trPr>
        <w:tc>
          <w:tcPr>
            <w:tcW w:w="2376" w:type="dxa"/>
            <w:vAlign w:val="center"/>
          </w:tcPr>
          <w:p w:rsidR="00D20806" w:rsidRPr="00923BEB" w:rsidRDefault="00D20806" w:rsidP="00D20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09.07</w:t>
            </w:r>
            <w:r w:rsidRPr="00923BE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Pr="009640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22" w:type="dxa"/>
            <w:vAlign w:val="center"/>
          </w:tcPr>
          <w:p w:rsidR="00D20806" w:rsidRPr="00923BEB" w:rsidRDefault="00D20806" w:rsidP="00923BEB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923BE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5208" w:type="dxa"/>
            <w:vMerge w:val="restart"/>
            <w:vAlign w:val="center"/>
          </w:tcPr>
          <w:p w:rsidR="00D20806" w:rsidRPr="00923BEB" w:rsidRDefault="00D20806" w:rsidP="00923B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23BEB">
              <w:rPr>
                <w:rFonts w:ascii="Times New Roman" w:hAnsi="Times New Roman" w:cs="Times New Roman"/>
                <w:sz w:val="28"/>
                <w:szCs w:val="28"/>
              </w:rPr>
              <w:t>Межрегиональное</w:t>
            </w:r>
            <w:proofErr w:type="gramEnd"/>
            <w:r w:rsidRPr="00923BEB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государственного автодорожного надзора по Пензенской области и Республике Мордовия</w:t>
            </w:r>
          </w:p>
          <w:p w:rsidR="00D20806" w:rsidRPr="00923BEB" w:rsidRDefault="00D20806" w:rsidP="00923BEB">
            <w:pPr>
              <w:autoSpaceDE w:val="0"/>
              <w:autoSpaceDN w:val="0"/>
              <w:ind w:right="-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BEB">
              <w:rPr>
                <w:rFonts w:ascii="Times New Roman" w:hAnsi="Times New Roman" w:cs="Times New Roman"/>
                <w:sz w:val="28"/>
                <w:szCs w:val="28"/>
              </w:rPr>
              <w:t>440008, г. Пенза, ул. Го</w:t>
            </w:r>
            <w:bookmarkStart w:id="0" w:name="_GoBack"/>
            <w:bookmarkEnd w:id="0"/>
            <w:r w:rsidRPr="00923BEB">
              <w:rPr>
                <w:rFonts w:ascii="Times New Roman" w:hAnsi="Times New Roman" w:cs="Times New Roman"/>
                <w:sz w:val="28"/>
                <w:szCs w:val="28"/>
              </w:rPr>
              <w:t>рная, д. 3А,</w:t>
            </w:r>
          </w:p>
          <w:p w:rsidR="00D20806" w:rsidRPr="00923BEB" w:rsidRDefault="00D20806" w:rsidP="00923BEB">
            <w:pPr>
              <w:autoSpaceDE w:val="0"/>
              <w:autoSpaceDN w:val="0"/>
              <w:ind w:right="-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BEB">
              <w:rPr>
                <w:rFonts w:ascii="Times New Roman" w:hAnsi="Times New Roman" w:cs="Times New Roman"/>
                <w:sz w:val="28"/>
                <w:szCs w:val="28"/>
              </w:rPr>
              <w:t>тел/факс: (8412) 56-09-98</w:t>
            </w:r>
          </w:p>
          <w:p w:rsidR="00D20806" w:rsidRPr="00923BEB" w:rsidRDefault="00D20806" w:rsidP="00923BEB">
            <w:pPr>
              <w:autoSpaceDE w:val="0"/>
              <w:autoSpaceDN w:val="0"/>
              <w:ind w:right="-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BEB">
              <w:rPr>
                <w:rFonts w:ascii="Times New Roman" w:hAnsi="Times New Roman" w:cs="Times New Roman"/>
                <w:sz w:val="28"/>
                <w:szCs w:val="28"/>
              </w:rPr>
              <w:t>E-mail:ugadn_58plus13@pnz.ru</w:t>
            </w:r>
          </w:p>
          <w:p w:rsidR="00D20806" w:rsidRPr="00923BEB" w:rsidRDefault="00D20806" w:rsidP="00923BEB">
            <w:pPr>
              <w:autoSpaceDE w:val="0"/>
              <w:autoSpaceDN w:val="0"/>
              <w:ind w:right="-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3BEB">
              <w:rPr>
                <w:rFonts w:ascii="Times New Roman" w:hAnsi="Times New Roman" w:cs="Times New Roman"/>
                <w:sz w:val="28"/>
                <w:szCs w:val="28"/>
              </w:rPr>
              <w:t>сайт:http</w:t>
            </w:r>
            <w:proofErr w:type="spellEnd"/>
            <w:r w:rsidRPr="00923BEB">
              <w:rPr>
                <w:rFonts w:ascii="Times New Roman" w:hAnsi="Times New Roman" w:cs="Times New Roman"/>
                <w:sz w:val="28"/>
                <w:szCs w:val="28"/>
              </w:rPr>
              <w:t>://www.ространснадзор58-13.рф</w:t>
            </w:r>
          </w:p>
          <w:p w:rsidR="00D20806" w:rsidRPr="00923BEB" w:rsidRDefault="00D20806" w:rsidP="00923B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BE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</w:t>
            </w:r>
            <w:proofErr w:type="spellStart"/>
            <w:r w:rsidRPr="00923BEB">
              <w:rPr>
                <w:rFonts w:ascii="Times New Roman" w:hAnsi="Times New Roman" w:cs="Times New Roman"/>
                <w:sz w:val="28"/>
                <w:szCs w:val="28"/>
              </w:rPr>
              <w:t>Господинов</w:t>
            </w:r>
            <w:proofErr w:type="spellEnd"/>
            <w:r w:rsidRPr="00923BEB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  <w:p w:rsidR="00D20806" w:rsidRPr="00923BEB" w:rsidRDefault="00D20806" w:rsidP="00923BEB">
            <w:pPr>
              <w:autoSpaceDE w:val="0"/>
              <w:autoSpaceDN w:val="0"/>
              <w:ind w:right="-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BEB">
              <w:rPr>
                <w:rFonts w:ascii="Times New Roman" w:hAnsi="Times New Roman" w:cs="Times New Roman"/>
                <w:sz w:val="28"/>
                <w:szCs w:val="28"/>
              </w:rPr>
              <w:t>тел. (8412) 56-44-82</w:t>
            </w:r>
          </w:p>
          <w:p w:rsidR="00D20806" w:rsidRPr="00923BEB" w:rsidRDefault="00D20806" w:rsidP="00923BEB">
            <w:pPr>
              <w:autoSpaceDE w:val="0"/>
              <w:autoSpaceDN w:val="0"/>
              <w:ind w:right="-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BEB">
              <w:rPr>
                <w:rFonts w:ascii="Times New Roman" w:hAnsi="Times New Roman" w:cs="Times New Roman"/>
                <w:sz w:val="28"/>
                <w:szCs w:val="28"/>
              </w:rPr>
              <w:t>Секретарь комиссии Соколов А.В.</w:t>
            </w:r>
          </w:p>
          <w:p w:rsidR="00D20806" w:rsidRPr="00923BEB" w:rsidRDefault="00D20806" w:rsidP="00923BEB">
            <w:pPr>
              <w:autoSpaceDE w:val="0"/>
              <w:autoSpaceDN w:val="0"/>
              <w:ind w:right="-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BEB">
              <w:rPr>
                <w:rFonts w:ascii="Times New Roman" w:hAnsi="Times New Roman" w:cs="Times New Roman"/>
                <w:sz w:val="28"/>
                <w:szCs w:val="28"/>
              </w:rPr>
              <w:t>тел. (8412) 20-21-12</w:t>
            </w:r>
          </w:p>
        </w:tc>
      </w:tr>
      <w:tr w:rsidR="00D20806" w:rsidRPr="00923BEB" w:rsidTr="00964017">
        <w:trPr>
          <w:trHeight w:val="1130"/>
        </w:trPr>
        <w:tc>
          <w:tcPr>
            <w:tcW w:w="2376" w:type="dxa"/>
            <w:vAlign w:val="center"/>
          </w:tcPr>
          <w:p w:rsidR="00D20806" w:rsidRPr="00923BEB" w:rsidRDefault="00D20806" w:rsidP="00D20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923BE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23BE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Pr="009640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22" w:type="dxa"/>
            <w:vAlign w:val="center"/>
          </w:tcPr>
          <w:p w:rsidR="00D20806" w:rsidRPr="00923BEB" w:rsidRDefault="00D20806" w:rsidP="00923B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923BE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5208" w:type="dxa"/>
            <w:vMerge/>
          </w:tcPr>
          <w:p w:rsidR="00D20806" w:rsidRPr="00923BEB" w:rsidRDefault="00D20806" w:rsidP="00923B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806" w:rsidRPr="00923BEB" w:rsidTr="00964017">
        <w:trPr>
          <w:trHeight w:val="1258"/>
        </w:trPr>
        <w:tc>
          <w:tcPr>
            <w:tcW w:w="2376" w:type="dxa"/>
            <w:vAlign w:val="center"/>
          </w:tcPr>
          <w:p w:rsidR="00D20806" w:rsidRPr="00923BEB" w:rsidRDefault="00D20806" w:rsidP="00D20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13.08</w:t>
            </w:r>
            <w:r w:rsidRPr="00923BE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Pr="009640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22" w:type="dxa"/>
            <w:vAlign w:val="center"/>
          </w:tcPr>
          <w:p w:rsidR="00D20806" w:rsidRPr="00923BEB" w:rsidRDefault="00D20806" w:rsidP="00923B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923BE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5208" w:type="dxa"/>
            <w:vMerge/>
          </w:tcPr>
          <w:p w:rsidR="00D20806" w:rsidRPr="00923BEB" w:rsidRDefault="00D20806" w:rsidP="00923B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806" w:rsidRPr="00923BEB" w:rsidTr="00964017">
        <w:trPr>
          <w:trHeight w:val="1026"/>
        </w:trPr>
        <w:tc>
          <w:tcPr>
            <w:tcW w:w="2376" w:type="dxa"/>
            <w:vAlign w:val="center"/>
          </w:tcPr>
          <w:p w:rsidR="00D20806" w:rsidRPr="00923BEB" w:rsidRDefault="00D20806" w:rsidP="00D20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27.08</w:t>
            </w:r>
            <w:r w:rsidRPr="00923BE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Pr="009640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22" w:type="dxa"/>
            <w:vAlign w:val="center"/>
          </w:tcPr>
          <w:p w:rsidR="00D20806" w:rsidRPr="00923BEB" w:rsidRDefault="00D20806" w:rsidP="00923B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923BE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5208" w:type="dxa"/>
            <w:vMerge/>
          </w:tcPr>
          <w:p w:rsidR="00D20806" w:rsidRPr="00923BEB" w:rsidRDefault="00D20806" w:rsidP="00923B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806" w:rsidRPr="00923BEB" w:rsidTr="00964017">
        <w:trPr>
          <w:trHeight w:val="1026"/>
        </w:trPr>
        <w:tc>
          <w:tcPr>
            <w:tcW w:w="2376" w:type="dxa"/>
            <w:vAlign w:val="center"/>
          </w:tcPr>
          <w:p w:rsidR="00D20806" w:rsidRDefault="00D20806" w:rsidP="00923BEB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</w:t>
            </w:r>
            <w:r w:rsidRPr="00923BE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Pr="009640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22" w:type="dxa"/>
            <w:vAlign w:val="center"/>
          </w:tcPr>
          <w:p w:rsidR="00D20806" w:rsidRPr="00923BEB" w:rsidRDefault="00D20806" w:rsidP="00923BEB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923BE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5208" w:type="dxa"/>
            <w:vMerge/>
          </w:tcPr>
          <w:p w:rsidR="00D20806" w:rsidRPr="00923BEB" w:rsidRDefault="00D20806" w:rsidP="00923BEB">
            <w:pPr>
              <w:jc w:val="center"/>
              <w:rPr>
                <w:sz w:val="28"/>
                <w:szCs w:val="28"/>
              </w:rPr>
            </w:pPr>
          </w:p>
        </w:tc>
      </w:tr>
    </w:tbl>
    <w:p w:rsidR="00037E25" w:rsidRDefault="00037E25"/>
    <w:p w:rsidR="00FC4E44" w:rsidRDefault="00FC4E44"/>
    <w:p w:rsidR="00FC4E44" w:rsidRDefault="00FC4E44"/>
    <w:p w:rsidR="00FC4E44" w:rsidRDefault="00FC4E44"/>
    <w:p w:rsidR="00FC4E44" w:rsidRDefault="00FC4E44"/>
    <w:sectPr w:rsidR="00FC4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721"/>
    <w:rsid w:val="0002006D"/>
    <w:rsid w:val="00037E25"/>
    <w:rsid w:val="000423F3"/>
    <w:rsid w:val="0004372F"/>
    <w:rsid w:val="00046939"/>
    <w:rsid w:val="00057AE7"/>
    <w:rsid w:val="00060916"/>
    <w:rsid w:val="00062312"/>
    <w:rsid w:val="00066DC3"/>
    <w:rsid w:val="000677DB"/>
    <w:rsid w:val="00077E4D"/>
    <w:rsid w:val="000C7A94"/>
    <w:rsid w:val="000D08A8"/>
    <w:rsid w:val="000D6E72"/>
    <w:rsid w:val="000E0C8D"/>
    <w:rsid w:val="00105507"/>
    <w:rsid w:val="0011031C"/>
    <w:rsid w:val="001113E7"/>
    <w:rsid w:val="00111F77"/>
    <w:rsid w:val="0015719D"/>
    <w:rsid w:val="0016492A"/>
    <w:rsid w:val="001678DC"/>
    <w:rsid w:val="001A3251"/>
    <w:rsid w:val="001B5AA2"/>
    <w:rsid w:val="001C4C80"/>
    <w:rsid w:val="001D6AF9"/>
    <w:rsid w:val="0022096F"/>
    <w:rsid w:val="00230EB2"/>
    <w:rsid w:val="00246CC6"/>
    <w:rsid w:val="00251424"/>
    <w:rsid w:val="00263D14"/>
    <w:rsid w:val="00264FA6"/>
    <w:rsid w:val="002671FE"/>
    <w:rsid w:val="0028696F"/>
    <w:rsid w:val="002B00E8"/>
    <w:rsid w:val="002F4934"/>
    <w:rsid w:val="00310FE5"/>
    <w:rsid w:val="003127C3"/>
    <w:rsid w:val="00322F8A"/>
    <w:rsid w:val="00337DF6"/>
    <w:rsid w:val="0037673D"/>
    <w:rsid w:val="00390987"/>
    <w:rsid w:val="003A29A3"/>
    <w:rsid w:val="003B0428"/>
    <w:rsid w:val="003D44E4"/>
    <w:rsid w:val="003D5246"/>
    <w:rsid w:val="003D5F6A"/>
    <w:rsid w:val="00433ED4"/>
    <w:rsid w:val="0044316B"/>
    <w:rsid w:val="00473840"/>
    <w:rsid w:val="004764A2"/>
    <w:rsid w:val="00482044"/>
    <w:rsid w:val="0048333F"/>
    <w:rsid w:val="004A5449"/>
    <w:rsid w:val="004D4514"/>
    <w:rsid w:val="004D4704"/>
    <w:rsid w:val="005116E2"/>
    <w:rsid w:val="0053371A"/>
    <w:rsid w:val="00534811"/>
    <w:rsid w:val="005405C6"/>
    <w:rsid w:val="005440E4"/>
    <w:rsid w:val="005701FD"/>
    <w:rsid w:val="005822B1"/>
    <w:rsid w:val="00594BA8"/>
    <w:rsid w:val="005B4041"/>
    <w:rsid w:val="005E44B6"/>
    <w:rsid w:val="00611D4F"/>
    <w:rsid w:val="00616C01"/>
    <w:rsid w:val="00634E9C"/>
    <w:rsid w:val="00652C32"/>
    <w:rsid w:val="0065619B"/>
    <w:rsid w:val="006852C0"/>
    <w:rsid w:val="00687D6B"/>
    <w:rsid w:val="00695BCF"/>
    <w:rsid w:val="006B0A3E"/>
    <w:rsid w:val="006C1C49"/>
    <w:rsid w:val="006F6B9E"/>
    <w:rsid w:val="00707A9C"/>
    <w:rsid w:val="007106BF"/>
    <w:rsid w:val="007272F9"/>
    <w:rsid w:val="00737068"/>
    <w:rsid w:val="00755BD5"/>
    <w:rsid w:val="00757B1A"/>
    <w:rsid w:val="00780023"/>
    <w:rsid w:val="0078588F"/>
    <w:rsid w:val="007A6B30"/>
    <w:rsid w:val="007A798B"/>
    <w:rsid w:val="007B315B"/>
    <w:rsid w:val="007D6776"/>
    <w:rsid w:val="00815EEC"/>
    <w:rsid w:val="00850768"/>
    <w:rsid w:val="008740E8"/>
    <w:rsid w:val="00894721"/>
    <w:rsid w:val="008A66B8"/>
    <w:rsid w:val="008B1300"/>
    <w:rsid w:val="008B4FA9"/>
    <w:rsid w:val="008D45AE"/>
    <w:rsid w:val="008F32D3"/>
    <w:rsid w:val="008F6F4C"/>
    <w:rsid w:val="00906BE7"/>
    <w:rsid w:val="00923BEB"/>
    <w:rsid w:val="0092444F"/>
    <w:rsid w:val="00926800"/>
    <w:rsid w:val="00926995"/>
    <w:rsid w:val="00934694"/>
    <w:rsid w:val="0093728C"/>
    <w:rsid w:val="009411D9"/>
    <w:rsid w:val="00950716"/>
    <w:rsid w:val="009542C3"/>
    <w:rsid w:val="00956E1B"/>
    <w:rsid w:val="00960FCA"/>
    <w:rsid w:val="00963412"/>
    <w:rsid w:val="00964017"/>
    <w:rsid w:val="00966B8B"/>
    <w:rsid w:val="00970875"/>
    <w:rsid w:val="009811F5"/>
    <w:rsid w:val="00983761"/>
    <w:rsid w:val="00985111"/>
    <w:rsid w:val="009861A9"/>
    <w:rsid w:val="009C4A3E"/>
    <w:rsid w:val="009E1A17"/>
    <w:rsid w:val="00A06773"/>
    <w:rsid w:val="00A106C6"/>
    <w:rsid w:val="00A17C54"/>
    <w:rsid w:val="00A30168"/>
    <w:rsid w:val="00A36D72"/>
    <w:rsid w:val="00A3736F"/>
    <w:rsid w:val="00A43B86"/>
    <w:rsid w:val="00A803FA"/>
    <w:rsid w:val="00AD27BE"/>
    <w:rsid w:val="00B0020C"/>
    <w:rsid w:val="00B0665A"/>
    <w:rsid w:val="00B106FC"/>
    <w:rsid w:val="00B128DD"/>
    <w:rsid w:val="00B20D77"/>
    <w:rsid w:val="00B31994"/>
    <w:rsid w:val="00B35820"/>
    <w:rsid w:val="00B437E6"/>
    <w:rsid w:val="00B52758"/>
    <w:rsid w:val="00B52BB7"/>
    <w:rsid w:val="00B82ED6"/>
    <w:rsid w:val="00B873D4"/>
    <w:rsid w:val="00BB303B"/>
    <w:rsid w:val="00BC03D6"/>
    <w:rsid w:val="00BC68FE"/>
    <w:rsid w:val="00BD26ED"/>
    <w:rsid w:val="00BD4E7E"/>
    <w:rsid w:val="00BE0368"/>
    <w:rsid w:val="00BE36E1"/>
    <w:rsid w:val="00C12AFF"/>
    <w:rsid w:val="00C12E9F"/>
    <w:rsid w:val="00C25E3B"/>
    <w:rsid w:val="00C34A6D"/>
    <w:rsid w:val="00C415A7"/>
    <w:rsid w:val="00C504A7"/>
    <w:rsid w:val="00C53817"/>
    <w:rsid w:val="00C60E0E"/>
    <w:rsid w:val="00C61095"/>
    <w:rsid w:val="00C70FA5"/>
    <w:rsid w:val="00C7349E"/>
    <w:rsid w:val="00C84DFB"/>
    <w:rsid w:val="00CC4BF4"/>
    <w:rsid w:val="00CE4518"/>
    <w:rsid w:val="00D02586"/>
    <w:rsid w:val="00D20806"/>
    <w:rsid w:val="00D3417C"/>
    <w:rsid w:val="00D540A3"/>
    <w:rsid w:val="00D579A9"/>
    <w:rsid w:val="00D62EE3"/>
    <w:rsid w:val="00D63172"/>
    <w:rsid w:val="00D63B2F"/>
    <w:rsid w:val="00D740DD"/>
    <w:rsid w:val="00DA3BF1"/>
    <w:rsid w:val="00DC0F12"/>
    <w:rsid w:val="00DC3EE9"/>
    <w:rsid w:val="00DC4ED1"/>
    <w:rsid w:val="00DD2BB5"/>
    <w:rsid w:val="00E174B3"/>
    <w:rsid w:val="00E4580C"/>
    <w:rsid w:val="00E57779"/>
    <w:rsid w:val="00E60F56"/>
    <w:rsid w:val="00E7570F"/>
    <w:rsid w:val="00E906CB"/>
    <w:rsid w:val="00E953AD"/>
    <w:rsid w:val="00EB7499"/>
    <w:rsid w:val="00F01A42"/>
    <w:rsid w:val="00F22A18"/>
    <w:rsid w:val="00F32C8B"/>
    <w:rsid w:val="00F55861"/>
    <w:rsid w:val="00F57ADB"/>
    <w:rsid w:val="00F62B58"/>
    <w:rsid w:val="00F72BD7"/>
    <w:rsid w:val="00F86662"/>
    <w:rsid w:val="00FA025D"/>
    <w:rsid w:val="00FB03D3"/>
    <w:rsid w:val="00FB42A4"/>
    <w:rsid w:val="00FC4E44"/>
    <w:rsid w:val="00FD6374"/>
    <w:rsid w:val="00FE0DBD"/>
    <w:rsid w:val="00FE6777"/>
    <w:rsid w:val="00FF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3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106FC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23B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3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106FC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23B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3;&#1077;&#1082;&#1089;&#1077;&#1081;\Desktop\&#1075;&#1088;&#1072;&#1092;&#1080;&#1082;%20&#1072;&#1090;&#1090;&#1077;&#1089;&#1090;&#1072;&#1094;&#1080;&#1080;%20&#1085;&#1072;%201%20&#1087;&#1086;&#1083;&#1091;&#1075;&#1086;&#1076;&#1080;&#1077;%20201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график аттестации на 1 полугодие 2014</Template>
  <TotalTime>11</TotalTime>
  <Pages>1</Pages>
  <Words>92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RTI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Алексей</dc:creator>
  <cp:lastModifiedBy>Sasha</cp:lastModifiedBy>
  <cp:revision>6</cp:revision>
  <cp:lastPrinted>2015-06-29T06:04:00Z</cp:lastPrinted>
  <dcterms:created xsi:type="dcterms:W3CDTF">2015-06-26T11:49:00Z</dcterms:created>
  <dcterms:modified xsi:type="dcterms:W3CDTF">2015-06-29T06:05:00Z</dcterms:modified>
</cp:coreProperties>
</file>