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3FA" w:rsidRPr="00FF360D" w:rsidRDefault="007106BF" w:rsidP="00804AC4">
      <w:pPr>
        <w:tabs>
          <w:tab w:val="left" w:pos="10915"/>
        </w:tabs>
        <w:jc w:val="right"/>
        <w:rPr>
          <w:b/>
          <w:sz w:val="28"/>
          <w:szCs w:val="28"/>
        </w:rPr>
      </w:pPr>
      <w:r w:rsidRPr="00FF360D">
        <w:rPr>
          <w:b/>
          <w:sz w:val="28"/>
          <w:szCs w:val="28"/>
        </w:rPr>
        <w:t>УТВЕРЖДАЮ</w:t>
      </w:r>
    </w:p>
    <w:p w:rsidR="007106BF" w:rsidRPr="00FF360D" w:rsidRDefault="00207C3E" w:rsidP="00780023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2F4934">
        <w:rPr>
          <w:sz w:val="28"/>
          <w:szCs w:val="28"/>
        </w:rPr>
        <w:t xml:space="preserve"> комиссии</w:t>
      </w:r>
    </w:p>
    <w:p w:rsidR="00780023" w:rsidRPr="00FF360D" w:rsidRDefault="00780023" w:rsidP="00780023">
      <w:pPr>
        <w:jc w:val="right"/>
        <w:rPr>
          <w:sz w:val="28"/>
          <w:szCs w:val="28"/>
        </w:rPr>
      </w:pPr>
      <w:r w:rsidRPr="00FF360D">
        <w:rPr>
          <w:sz w:val="28"/>
          <w:szCs w:val="28"/>
        </w:rPr>
        <w:t>______________</w:t>
      </w:r>
      <w:r w:rsidR="00207C3E">
        <w:rPr>
          <w:sz w:val="28"/>
          <w:szCs w:val="28"/>
        </w:rPr>
        <w:t>О.В. Господинов</w:t>
      </w:r>
    </w:p>
    <w:p w:rsidR="00780023" w:rsidRPr="00FF360D" w:rsidRDefault="00780023" w:rsidP="00780023">
      <w:pPr>
        <w:jc w:val="right"/>
        <w:rPr>
          <w:sz w:val="28"/>
          <w:szCs w:val="28"/>
        </w:rPr>
      </w:pPr>
      <w:r w:rsidRPr="00FF360D">
        <w:rPr>
          <w:sz w:val="28"/>
          <w:szCs w:val="28"/>
        </w:rPr>
        <w:t>«</w:t>
      </w:r>
      <w:r w:rsidR="00E80B1D">
        <w:rPr>
          <w:sz w:val="28"/>
          <w:szCs w:val="28"/>
        </w:rPr>
        <w:t>23</w:t>
      </w:r>
      <w:r w:rsidRPr="00FF360D">
        <w:rPr>
          <w:sz w:val="28"/>
          <w:szCs w:val="28"/>
        </w:rPr>
        <w:t>»</w:t>
      </w:r>
      <w:r w:rsidR="00182AA8">
        <w:rPr>
          <w:sz w:val="28"/>
          <w:szCs w:val="28"/>
        </w:rPr>
        <w:t xml:space="preserve"> </w:t>
      </w:r>
      <w:r w:rsidR="00E80B1D">
        <w:rPr>
          <w:sz w:val="28"/>
          <w:szCs w:val="28"/>
        </w:rPr>
        <w:t>дека</w:t>
      </w:r>
      <w:r w:rsidR="00207C3E">
        <w:rPr>
          <w:sz w:val="28"/>
          <w:szCs w:val="28"/>
        </w:rPr>
        <w:t>бря</w:t>
      </w:r>
      <w:r w:rsidR="00182AA8">
        <w:rPr>
          <w:sz w:val="28"/>
          <w:szCs w:val="28"/>
        </w:rPr>
        <w:t xml:space="preserve"> </w:t>
      </w:r>
      <w:r w:rsidRPr="00FF360D">
        <w:rPr>
          <w:sz w:val="28"/>
          <w:szCs w:val="28"/>
        </w:rPr>
        <w:t>20</w:t>
      </w:r>
      <w:r w:rsidR="007830DB">
        <w:rPr>
          <w:sz w:val="28"/>
          <w:szCs w:val="28"/>
        </w:rPr>
        <w:t>20</w:t>
      </w:r>
      <w:r w:rsidRPr="00FF360D">
        <w:rPr>
          <w:sz w:val="28"/>
          <w:szCs w:val="28"/>
        </w:rPr>
        <w:t xml:space="preserve"> г.</w:t>
      </w:r>
    </w:p>
    <w:p w:rsidR="00B533E9" w:rsidRPr="0038256D" w:rsidRDefault="00B533E9">
      <w:pPr>
        <w:rPr>
          <w:sz w:val="4"/>
          <w:szCs w:val="4"/>
        </w:rPr>
      </w:pPr>
    </w:p>
    <w:p w:rsidR="00923BEB" w:rsidRDefault="00923BEB" w:rsidP="00923BEB">
      <w:pPr>
        <w:jc w:val="center"/>
        <w:rPr>
          <w:b/>
          <w:sz w:val="28"/>
          <w:szCs w:val="28"/>
        </w:rPr>
      </w:pPr>
      <w:r w:rsidRPr="00923BEB">
        <w:rPr>
          <w:b/>
          <w:sz w:val="28"/>
          <w:szCs w:val="28"/>
        </w:rPr>
        <w:t>График</w:t>
      </w:r>
    </w:p>
    <w:p w:rsidR="00037E25" w:rsidRDefault="00923BEB" w:rsidP="0012172E">
      <w:pPr>
        <w:jc w:val="center"/>
        <w:rPr>
          <w:b/>
          <w:sz w:val="28"/>
          <w:szCs w:val="28"/>
        </w:rPr>
      </w:pPr>
      <w:r w:rsidRPr="00923BEB">
        <w:rPr>
          <w:b/>
          <w:sz w:val="28"/>
          <w:szCs w:val="28"/>
        </w:rPr>
        <w:t>проведения экзаменов</w:t>
      </w:r>
      <w:r w:rsidR="00EB640D">
        <w:rPr>
          <w:b/>
          <w:sz w:val="28"/>
          <w:szCs w:val="28"/>
        </w:rPr>
        <w:t xml:space="preserve"> </w:t>
      </w:r>
      <w:r w:rsidRPr="00923BEB">
        <w:rPr>
          <w:b/>
          <w:sz w:val="28"/>
          <w:szCs w:val="28"/>
        </w:rPr>
        <w:t>по про</w:t>
      </w:r>
      <w:r>
        <w:rPr>
          <w:b/>
          <w:sz w:val="28"/>
          <w:szCs w:val="28"/>
        </w:rPr>
        <w:t xml:space="preserve">верке и оценке знаний водителей </w:t>
      </w:r>
      <w:r w:rsidRPr="00923BEB">
        <w:rPr>
          <w:b/>
          <w:sz w:val="28"/>
          <w:szCs w:val="28"/>
        </w:rPr>
        <w:t>автотранспортных средств</w:t>
      </w:r>
      <w:r w:rsidR="00B062EB">
        <w:rPr>
          <w:b/>
          <w:sz w:val="28"/>
          <w:szCs w:val="28"/>
        </w:rPr>
        <w:t>,</w:t>
      </w:r>
      <w:r w:rsidRPr="00923BEB">
        <w:rPr>
          <w:b/>
          <w:sz w:val="28"/>
          <w:szCs w:val="28"/>
        </w:rPr>
        <w:t xml:space="preserve"> перевозящих опасные грузы </w:t>
      </w:r>
      <w:r>
        <w:rPr>
          <w:b/>
          <w:sz w:val="28"/>
          <w:szCs w:val="28"/>
        </w:rPr>
        <w:t xml:space="preserve">на </w:t>
      </w:r>
      <w:r w:rsidR="00E80B1D">
        <w:rPr>
          <w:b/>
          <w:sz w:val="28"/>
          <w:szCs w:val="28"/>
        </w:rPr>
        <w:t>январь</w:t>
      </w:r>
      <w:r w:rsidR="00D67B11">
        <w:rPr>
          <w:b/>
          <w:sz w:val="28"/>
          <w:szCs w:val="28"/>
        </w:rPr>
        <w:t xml:space="preserve"> </w:t>
      </w:r>
      <w:r w:rsidR="00BE62C8">
        <w:rPr>
          <w:b/>
          <w:sz w:val="28"/>
          <w:szCs w:val="28"/>
        </w:rPr>
        <w:t xml:space="preserve">- </w:t>
      </w:r>
      <w:r w:rsidR="00E80B1D">
        <w:rPr>
          <w:b/>
          <w:sz w:val="28"/>
          <w:szCs w:val="28"/>
        </w:rPr>
        <w:t>март</w:t>
      </w:r>
      <w:r w:rsidR="00BE62C8">
        <w:rPr>
          <w:b/>
          <w:sz w:val="28"/>
          <w:szCs w:val="28"/>
        </w:rPr>
        <w:t xml:space="preserve"> </w:t>
      </w:r>
      <w:r w:rsidR="00E80B1D">
        <w:rPr>
          <w:b/>
          <w:sz w:val="28"/>
          <w:szCs w:val="28"/>
        </w:rPr>
        <w:t>2021</w:t>
      </w:r>
      <w:r w:rsidRPr="00923BEB">
        <w:rPr>
          <w:b/>
          <w:sz w:val="28"/>
          <w:szCs w:val="28"/>
        </w:rPr>
        <w:t>г.</w:t>
      </w:r>
    </w:p>
    <w:p w:rsidR="0038256D" w:rsidRPr="0038256D" w:rsidRDefault="0038256D" w:rsidP="0012172E">
      <w:pPr>
        <w:jc w:val="center"/>
        <w:rPr>
          <w:b/>
          <w:sz w:val="6"/>
          <w:szCs w:val="6"/>
        </w:rPr>
      </w:pPr>
    </w:p>
    <w:tbl>
      <w:tblPr>
        <w:tblStyle w:val="1"/>
        <w:tblW w:w="15047" w:type="dxa"/>
        <w:tblLayout w:type="fixed"/>
        <w:tblLook w:val="04A0" w:firstRow="1" w:lastRow="0" w:firstColumn="1" w:lastColumn="0" w:noHBand="0" w:noVBand="1"/>
      </w:tblPr>
      <w:tblGrid>
        <w:gridCol w:w="2662"/>
        <w:gridCol w:w="1984"/>
        <w:gridCol w:w="10401"/>
      </w:tblGrid>
      <w:tr w:rsidR="00923BEB" w:rsidRPr="0038256D" w:rsidTr="00086832">
        <w:trPr>
          <w:trHeight w:val="897"/>
        </w:trPr>
        <w:tc>
          <w:tcPr>
            <w:tcW w:w="2662" w:type="dxa"/>
            <w:tcBorders>
              <w:bottom w:val="single" w:sz="4" w:space="0" w:color="auto"/>
            </w:tcBorders>
            <w:vAlign w:val="center"/>
          </w:tcPr>
          <w:p w:rsidR="00923BEB" w:rsidRPr="0038256D" w:rsidRDefault="00923BEB" w:rsidP="0008683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b/>
                <w:sz w:val="26"/>
                <w:szCs w:val="26"/>
              </w:rPr>
              <w:t>Число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23BEB" w:rsidRPr="0038256D" w:rsidRDefault="00923BEB" w:rsidP="0008683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10401" w:type="dxa"/>
            <w:vAlign w:val="center"/>
          </w:tcPr>
          <w:p w:rsidR="00923BEB" w:rsidRPr="0038256D" w:rsidRDefault="00923BEB" w:rsidP="0008683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проведения</w:t>
            </w:r>
          </w:p>
        </w:tc>
      </w:tr>
      <w:tr w:rsidR="008C27E3" w:rsidRPr="0038256D" w:rsidTr="00972A65">
        <w:trPr>
          <w:trHeight w:val="718"/>
        </w:trPr>
        <w:tc>
          <w:tcPr>
            <w:tcW w:w="2662" w:type="dxa"/>
            <w:vAlign w:val="center"/>
          </w:tcPr>
          <w:p w:rsidR="008C27E3" w:rsidRPr="00B062EB" w:rsidRDefault="00E80B1D" w:rsidP="00E80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8D350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2C2AFB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8C27E3" w:rsidRPr="006E0547" w:rsidRDefault="008C27E3" w:rsidP="00923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54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6E054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10401" w:type="dxa"/>
            <w:vMerge w:val="restart"/>
            <w:tcBorders>
              <w:left w:val="single" w:sz="4" w:space="0" w:color="auto"/>
            </w:tcBorders>
            <w:vAlign w:val="center"/>
          </w:tcPr>
          <w:p w:rsidR="008C27E3" w:rsidRDefault="008C27E3" w:rsidP="00D85BC3">
            <w:pPr>
              <w:autoSpaceDE w:val="0"/>
              <w:autoSpaceDN w:val="0"/>
              <w:ind w:right="-4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27E3" w:rsidRDefault="008C27E3" w:rsidP="00E348FC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Нижне-Волжское межрегиональное управление</w:t>
            </w:r>
          </w:p>
          <w:p w:rsidR="008C27E3" w:rsidRPr="0038256D" w:rsidRDefault="008C27E3" w:rsidP="00E348FC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государственного автодорожного надзора </w:t>
            </w:r>
          </w:p>
          <w:p w:rsidR="008C27E3" w:rsidRPr="0038256D" w:rsidRDefault="008C27E3" w:rsidP="00E348FC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>440008, г. Пенза, ул. Горная, д. 3А,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тел/</w:t>
            </w: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>факс: (8412) 56-09-98</w:t>
            </w:r>
          </w:p>
          <w:p w:rsidR="008C27E3" w:rsidRPr="00086832" w:rsidRDefault="008C27E3" w:rsidP="00E348FC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868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E-mail:</w:t>
            </w:r>
            <w:r w:rsidRPr="00B062EB">
              <w:rPr>
                <w:lang w:val="en-US"/>
              </w:rPr>
              <w:t xml:space="preserve"> </w:t>
            </w:r>
            <w:r w:rsidRPr="00B062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nvmugadn@mail.ru</w:t>
            </w:r>
            <w:r w:rsidRPr="000868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>сайт</w:t>
            </w:r>
            <w:r w:rsidRPr="000868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:http://</w:t>
            </w:r>
            <w:r w:rsidRPr="00086832">
              <w:rPr>
                <w:lang w:val="en-US"/>
              </w:rPr>
              <w:t xml:space="preserve"> </w:t>
            </w:r>
            <w:r w:rsidRPr="000868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ugadn5813.tu.rostransnadzor.ru</w:t>
            </w:r>
          </w:p>
          <w:p w:rsidR="008C27E3" w:rsidRPr="0038256D" w:rsidRDefault="008C27E3" w:rsidP="00E348FC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 Господинов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О.В. тел. (8412) 52</w:t>
            </w: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>-44-82</w:t>
            </w:r>
          </w:p>
          <w:p w:rsidR="008C27E3" w:rsidRPr="0038256D" w:rsidRDefault="008C27E3" w:rsidP="00E348FC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 xml:space="preserve">Секретарь комиссии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Пойда М.А.</w:t>
            </w: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 xml:space="preserve"> тел. (8412)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52-43-96</w:t>
            </w:r>
          </w:p>
          <w:p w:rsidR="008C27E3" w:rsidRPr="0038256D" w:rsidRDefault="008C27E3" w:rsidP="00923BEB">
            <w:pPr>
              <w:jc w:val="center"/>
              <w:rPr>
                <w:sz w:val="26"/>
                <w:szCs w:val="26"/>
              </w:rPr>
            </w:pPr>
          </w:p>
        </w:tc>
      </w:tr>
      <w:tr w:rsidR="008C27E3" w:rsidRPr="0038256D" w:rsidTr="00972A65">
        <w:trPr>
          <w:trHeight w:val="700"/>
        </w:trPr>
        <w:tc>
          <w:tcPr>
            <w:tcW w:w="2662" w:type="dxa"/>
            <w:vAlign w:val="center"/>
          </w:tcPr>
          <w:p w:rsidR="008C27E3" w:rsidRPr="00B062EB" w:rsidRDefault="00E80B1D" w:rsidP="0020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8D350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2C2AFB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8C27E3" w:rsidRPr="006E0547" w:rsidRDefault="008C27E3" w:rsidP="00923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54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6E054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10401" w:type="dxa"/>
            <w:vMerge/>
            <w:tcBorders>
              <w:left w:val="single" w:sz="4" w:space="0" w:color="auto"/>
            </w:tcBorders>
          </w:tcPr>
          <w:p w:rsidR="008C27E3" w:rsidRPr="0038256D" w:rsidRDefault="008C27E3" w:rsidP="00923BEB">
            <w:pPr>
              <w:jc w:val="center"/>
              <w:rPr>
                <w:sz w:val="26"/>
                <w:szCs w:val="26"/>
              </w:rPr>
            </w:pPr>
          </w:p>
        </w:tc>
      </w:tr>
      <w:tr w:rsidR="002F6663" w:rsidRPr="0038256D" w:rsidTr="00972A65">
        <w:trPr>
          <w:trHeight w:val="700"/>
        </w:trPr>
        <w:tc>
          <w:tcPr>
            <w:tcW w:w="2662" w:type="dxa"/>
            <w:vAlign w:val="center"/>
          </w:tcPr>
          <w:p w:rsidR="002F6663" w:rsidRPr="00B062EB" w:rsidRDefault="00E80B1D" w:rsidP="0020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8D350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2C2AFB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2F6663" w:rsidRPr="006E0547" w:rsidRDefault="002F6663" w:rsidP="002F66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54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6E054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10401" w:type="dxa"/>
            <w:vMerge/>
            <w:tcBorders>
              <w:left w:val="single" w:sz="4" w:space="0" w:color="auto"/>
            </w:tcBorders>
          </w:tcPr>
          <w:p w:rsidR="002F6663" w:rsidRPr="0038256D" w:rsidRDefault="002F6663" w:rsidP="002F6663">
            <w:pPr>
              <w:jc w:val="center"/>
              <w:rPr>
                <w:sz w:val="26"/>
                <w:szCs w:val="26"/>
              </w:rPr>
            </w:pPr>
          </w:p>
        </w:tc>
      </w:tr>
      <w:tr w:rsidR="002F6663" w:rsidRPr="0038256D" w:rsidTr="00972A65">
        <w:trPr>
          <w:trHeight w:val="696"/>
        </w:trPr>
        <w:tc>
          <w:tcPr>
            <w:tcW w:w="2662" w:type="dxa"/>
            <w:vAlign w:val="center"/>
          </w:tcPr>
          <w:p w:rsidR="002F6663" w:rsidRPr="00B062EB" w:rsidRDefault="00E80B1D" w:rsidP="0020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8D350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="00207C3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C2AFB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207C3E" w:rsidRPr="00207C3E" w:rsidRDefault="002F6663" w:rsidP="00207C3E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6E054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6E054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10401" w:type="dxa"/>
            <w:vMerge/>
            <w:tcBorders>
              <w:left w:val="single" w:sz="4" w:space="0" w:color="auto"/>
            </w:tcBorders>
          </w:tcPr>
          <w:p w:rsidR="002F6663" w:rsidRPr="0038256D" w:rsidRDefault="002F6663" w:rsidP="002F6663">
            <w:pPr>
              <w:jc w:val="center"/>
              <w:rPr>
                <w:sz w:val="26"/>
                <w:szCs w:val="26"/>
              </w:rPr>
            </w:pPr>
          </w:p>
        </w:tc>
      </w:tr>
      <w:tr w:rsidR="002F6663" w:rsidRPr="0038256D" w:rsidTr="00972A65">
        <w:trPr>
          <w:trHeight w:val="706"/>
        </w:trPr>
        <w:tc>
          <w:tcPr>
            <w:tcW w:w="2662" w:type="dxa"/>
            <w:vAlign w:val="center"/>
          </w:tcPr>
          <w:p w:rsidR="002F6663" w:rsidRDefault="00E80B1D" w:rsidP="002F6663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26.03</w:t>
            </w:r>
            <w:r w:rsidR="002C2AFB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bookmarkStart w:id="0" w:name="_GoBack"/>
            <w:bookmarkEnd w:id="0"/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2F6663" w:rsidRPr="006E0547" w:rsidRDefault="002F6663" w:rsidP="002F6663">
            <w:pPr>
              <w:jc w:val="center"/>
              <w:rPr>
                <w:sz w:val="26"/>
                <w:szCs w:val="26"/>
              </w:rPr>
            </w:pPr>
            <w:r w:rsidRPr="006E054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6E054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10401" w:type="dxa"/>
            <w:vMerge/>
            <w:tcBorders>
              <w:left w:val="single" w:sz="4" w:space="0" w:color="auto"/>
            </w:tcBorders>
          </w:tcPr>
          <w:p w:rsidR="002F6663" w:rsidRPr="0038256D" w:rsidRDefault="002F6663" w:rsidP="002F6663">
            <w:pPr>
              <w:jc w:val="center"/>
              <w:rPr>
                <w:sz w:val="26"/>
                <w:szCs w:val="26"/>
              </w:rPr>
            </w:pPr>
          </w:p>
        </w:tc>
      </w:tr>
    </w:tbl>
    <w:p w:rsidR="00B062EB" w:rsidRDefault="00B062EB" w:rsidP="00B062EB">
      <w:pPr>
        <w:tabs>
          <w:tab w:val="left" w:pos="1438"/>
        </w:tabs>
        <w:spacing w:line="206" w:lineRule="exact"/>
        <w:rPr>
          <w:sz w:val="26"/>
          <w:szCs w:val="26"/>
        </w:rPr>
      </w:pPr>
    </w:p>
    <w:p w:rsidR="002F6663" w:rsidRDefault="002F6663" w:rsidP="007830DB">
      <w:pPr>
        <w:tabs>
          <w:tab w:val="left" w:pos="1438"/>
        </w:tabs>
        <w:spacing w:line="206" w:lineRule="exact"/>
        <w:rPr>
          <w:sz w:val="26"/>
          <w:szCs w:val="26"/>
        </w:rPr>
      </w:pPr>
    </w:p>
    <w:p w:rsidR="007830DB" w:rsidRDefault="007830DB" w:rsidP="007830DB">
      <w:pPr>
        <w:tabs>
          <w:tab w:val="left" w:pos="1438"/>
        </w:tabs>
        <w:spacing w:line="206" w:lineRule="exact"/>
        <w:rPr>
          <w:sz w:val="26"/>
          <w:szCs w:val="26"/>
        </w:rPr>
      </w:pPr>
    </w:p>
    <w:p w:rsidR="00897546" w:rsidRDefault="00897546" w:rsidP="00897546">
      <w:pPr>
        <w:tabs>
          <w:tab w:val="left" w:pos="1438"/>
        </w:tabs>
        <w:spacing w:line="206" w:lineRule="exact"/>
        <w:ind w:left="1260" w:hanging="1260"/>
        <w:rPr>
          <w:sz w:val="26"/>
          <w:szCs w:val="26"/>
        </w:rPr>
      </w:pPr>
      <w:r w:rsidRPr="0038256D">
        <w:rPr>
          <w:sz w:val="26"/>
          <w:szCs w:val="26"/>
        </w:rPr>
        <w:t xml:space="preserve">*Об изменениях графика (отмене или переносе заседания </w:t>
      </w:r>
      <w:r w:rsidR="00B062EB">
        <w:rPr>
          <w:sz w:val="26"/>
          <w:szCs w:val="26"/>
        </w:rPr>
        <w:t>Т</w:t>
      </w:r>
      <w:r w:rsidRPr="0038256D">
        <w:rPr>
          <w:sz w:val="26"/>
          <w:szCs w:val="26"/>
        </w:rPr>
        <w:t>ЭК) сообщается дополнительно.</w:t>
      </w:r>
    </w:p>
    <w:p w:rsidR="0038256D" w:rsidRPr="0038256D" w:rsidRDefault="0038256D" w:rsidP="00897546">
      <w:pPr>
        <w:tabs>
          <w:tab w:val="left" w:pos="1438"/>
        </w:tabs>
        <w:spacing w:line="206" w:lineRule="exact"/>
        <w:ind w:left="1260" w:hanging="1260"/>
        <w:rPr>
          <w:sz w:val="26"/>
          <w:szCs w:val="26"/>
        </w:rPr>
      </w:pPr>
    </w:p>
    <w:p w:rsidR="0038256D" w:rsidRDefault="0038256D" w:rsidP="00897546">
      <w:pPr>
        <w:tabs>
          <w:tab w:val="left" w:pos="1438"/>
        </w:tabs>
        <w:spacing w:line="206" w:lineRule="exact"/>
        <w:ind w:left="1260" w:hanging="1260"/>
        <w:rPr>
          <w:sz w:val="26"/>
          <w:szCs w:val="26"/>
        </w:rPr>
      </w:pPr>
    </w:p>
    <w:p w:rsidR="00037E25" w:rsidRDefault="00F64B7E">
      <w:r w:rsidRPr="00F64B7E">
        <w:rPr>
          <w:sz w:val="26"/>
          <w:szCs w:val="26"/>
        </w:rPr>
        <w:t xml:space="preserve">Секретарь экзаменационной комиссии в Пензенской области                                                                                         </w:t>
      </w:r>
      <w:r w:rsidR="00BE62C8">
        <w:rPr>
          <w:sz w:val="26"/>
          <w:szCs w:val="26"/>
        </w:rPr>
        <w:t xml:space="preserve">  </w:t>
      </w:r>
      <w:r w:rsidRPr="00F64B7E">
        <w:rPr>
          <w:sz w:val="26"/>
          <w:szCs w:val="26"/>
        </w:rPr>
        <w:t xml:space="preserve">   </w:t>
      </w:r>
      <w:r w:rsidR="00086832">
        <w:rPr>
          <w:sz w:val="26"/>
          <w:szCs w:val="26"/>
        </w:rPr>
        <w:t>Пойда М.А.</w:t>
      </w:r>
    </w:p>
    <w:sectPr w:rsidR="00037E25" w:rsidSect="00D67B11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B56" w:rsidRDefault="00074B56" w:rsidP="00BE62C8">
      <w:r>
        <w:separator/>
      </w:r>
    </w:p>
  </w:endnote>
  <w:endnote w:type="continuationSeparator" w:id="0">
    <w:p w:rsidR="00074B56" w:rsidRDefault="00074B56" w:rsidP="00BE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B56" w:rsidRDefault="00074B56" w:rsidP="00BE62C8">
      <w:r>
        <w:separator/>
      </w:r>
    </w:p>
  </w:footnote>
  <w:footnote w:type="continuationSeparator" w:id="0">
    <w:p w:rsidR="00074B56" w:rsidRDefault="00074B56" w:rsidP="00BE6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21"/>
    <w:rsid w:val="0002006D"/>
    <w:rsid w:val="00022DC8"/>
    <w:rsid w:val="00037E25"/>
    <w:rsid w:val="000423F3"/>
    <w:rsid w:val="0004372F"/>
    <w:rsid w:val="00046939"/>
    <w:rsid w:val="00057AE7"/>
    <w:rsid w:val="00060916"/>
    <w:rsid w:val="00062312"/>
    <w:rsid w:val="00066DC3"/>
    <w:rsid w:val="000677DB"/>
    <w:rsid w:val="00074B56"/>
    <w:rsid w:val="00077E4D"/>
    <w:rsid w:val="00082BA8"/>
    <w:rsid w:val="00083577"/>
    <w:rsid w:val="00086832"/>
    <w:rsid w:val="00097A1B"/>
    <w:rsid w:val="000B25BF"/>
    <w:rsid w:val="000C7A94"/>
    <w:rsid w:val="000D08A8"/>
    <w:rsid w:val="000D2461"/>
    <w:rsid w:val="000D6E72"/>
    <w:rsid w:val="000E0C8D"/>
    <w:rsid w:val="000E3D67"/>
    <w:rsid w:val="000F087D"/>
    <w:rsid w:val="00105507"/>
    <w:rsid w:val="0011031C"/>
    <w:rsid w:val="001113E7"/>
    <w:rsid w:val="00111F77"/>
    <w:rsid w:val="0012172E"/>
    <w:rsid w:val="00142BB5"/>
    <w:rsid w:val="00146245"/>
    <w:rsid w:val="0015719D"/>
    <w:rsid w:val="0016492A"/>
    <w:rsid w:val="001678DC"/>
    <w:rsid w:val="00182AA8"/>
    <w:rsid w:val="001A3251"/>
    <w:rsid w:val="001B5AA2"/>
    <w:rsid w:val="001C4C80"/>
    <w:rsid w:val="001D6AF9"/>
    <w:rsid w:val="001F0E2A"/>
    <w:rsid w:val="00207C3E"/>
    <w:rsid w:val="0022096F"/>
    <w:rsid w:val="00230EB2"/>
    <w:rsid w:val="00237751"/>
    <w:rsid w:val="00246CC6"/>
    <w:rsid w:val="00251424"/>
    <w:rsid w:val="00263D14"/>
    <w:rsid w:val="00264FA6"/>
    <w:rsid w:val="002671FE"/>
    <w:rsid w:val="0027427A"/>
    <w:rsid w:val="00282162"/>
    <w:rsid w:val="0028696F"/>
    <w:rsid w:val="002B00E8"/>
    <w:rsid w:val="002B3EE7"/>
    <w:rsid w:val="002C2AFB"/>
    <w:rsid w:val="002E3D1B"/>
    <w:rsid w:val="002F4934"/>
    <w:rsid w:val="002F6663"/>
    <w:rsid w:val="00302538"/>
    <w:rsid w:val="00310FE5"/>
    <w:rsid w:val="003127C3"/>
    <w:rsid w:val="00322F8A"/>
    <w:rsid w:val="00335DB1"/>
    <w:rsid w:val="00337DF6"/>
    <w:rsid w:val="0037673D"/>
    <w:rsid w:val="0038256D"/>
    <w:rsid w:val="00382724"/>
    <w:rsid w:val="00390987"/>
    <w:rsid w:val="003A29A3"/>
    <w:rsid w:val="003A6D71"/>
    <w:rsid w:val="003B0428"/>
    <w:rsid w:val="003D44E4"/>
    <w:rsid w:val="003D5246"/>
    <w:rsid w:val="003D5F6A"/>
    <w:rsid w:val="00433ED4"/>
    <w:rsid w:val="0044316B"/>
    <w:rsid w:val="004606B7"/>
    <w:rsid w:val="00473840"/>
    <w:rsid w:val="004764A2"/>
    <w:rsid w:val="00482044"/>
    <w:rsid w:val="0048333F"/>
    <w:rsid w:val="00492E76"/>
    <w:rsid w:val="004A5449"/>
    <w:rsid w:val="004B28EF"/>
    <w:rsid w:val="004D4514"/>
    <w:rsid w:val="004D4704"/>
    <w:rsid w:val="005116E2"/>
    <w:rsid w:val="00523217"/>
    <w:rsid w:val="0053371A"/>
    <w:rsid w:val="00534811"/>
    <w:rsid w:val="005405C6"/>
    <w:rsid w:val="005440E4"/>
    <w:rsid w:val="00545468"/>
    <w:rsid w:val="005701FD"/>
    <w:rsid w:val="0058222A"/>
    <w:rsid w:val="005822B1"/>
    <w:rsid w:val="00594BA8"/>
    <w:rsid w:val="005B4041"/>
    <w:rsid w:val="005E44B6"/>
    <w:rsid w:val="00611D4F"/>
    <w:rsid w:val="00616C01"/>
    <w:rsid w:val="00634E9C"/>
    <w:rsid w:val="00652C32"/>
    <w:rsid w:val="0065619B"/>
    <w:rsid w:val="00663701"/>
    <w:rsid w:val="00666FB8"/>
    <w:rsid w:val="006852C0"/>
    <w:rsid w:val="006864B4"/>
    <w:rsid w:val="00687D6B"/>
    <w:rsid w:val="00695BCF"/>
    <w:rsid w:val="006B0A3E"/>
    <w:rsid w:val="006C1C49"/>
    <w:rsid w:val="006E0547"/>
    <w:rsid w:val="006F6B9E"/>
    <w:rsid w:val="007068B1"/>
    <w:rsid w:val="00707A9C"/>
    <w:rsid w:val="007106BF"/>
    <w:rsid w:val="007272F9"/>
    <w:rsid w:val="00730AD6"/>
    <w:rsid w:val="00737068"/>
    <w:rsid w:val="00755BD5"/>
    <w:rsid w:val="00757B1A"/>
    <w:rsid w:val="0077588D"/>
    <w:rsid w:val="00780023"/>
    <w:rsid w:val="007830DB"/>
    <w:rsid w:val="0078588F"/>
    <w:rsid w:val="007A6B30"/>
    <w:rsid w:val="007A798B"/>
    <w:rsid w:val="007B315B"/>
    <w:rsid w:val="007D0FBA"/>
    <w:rsid w:val="007D6776"/>
    <w:rsid w:val="00804AC4"/>
    <w:rsid w:val="008050DE"/>
    <w:rsid w:val="00807B95"/>
    <w:rsid w:val="00815376"/>
    <w:rsid w:val="00815EEC"/>
    <w:rsid w:val="0083109F"/>
    <w:rsid w:val="00836B7F"/>
    <w:rsid w:val="00850768"/>
    <w:rsid w:val="008512E6"/>
    <w:rsid w:val="008740E8"/>
    <w:rsid w:val="00894721"/>
    <w:rsid w:val="00897546"/>
    <w:rsid w:val="008A66B8"/>
    <w:rsid w:val="008B1300"/>
    <w:rsid w:val="008B4FA9"/>
    <w:rsid w:val="008C044E"/>
    <w:rsid w:val="008C27E3"/>
    <w:rsid w:val="008C3F47"/>
    <w:rsid w:val="008D3501"/>
    <w:rsid w:val="008D45AE"/>
    <w:rsid w:val="008F5B38"/>
    <w:rsid w:val="008F6F4C"/>
    <w:rsid w:val="00906BE7"/>
    <w:rsid w:val="00923BEB"/>
    <w:rsid w:val="0092444F"/>
    <w:rsid w:val="00926800"/>
    <w:rsid w:val="00926995"/>
    <w:rsid w:val="00934694"/>
    <w:rsid w:val="0093728C"/>
    <w:rsid w:val="009411D9"/>
    <w:rsid w:val="00950716"/>
    <w:rsid w:val="009542C3"/>
    <w:rsid w:val="00956E1B"/>
    <w:rsid w:val="00957CAC"/>
    <w:rsid w:val="00960FCA"/>
    <w:rsid w:val="00963412"/>
    <w:rsid w:val="00964017"/>
    <w:rsid w:val="00966B8B"/>
    <w:rsid w:val="00970875"/>
    <w:rsid w:val="00972A65"/>
    <w:rsid w:val="009811F5"/>
    <w:rsid w:val="00983761"/>
    <w:rsid w:val="00985111"/>
    <w:rsid w:val="009861A9"/>
    <w:rsid w:val="009B47AC"/>
    <w:rsid w:val="009C4A3E"/>
    <w:rsid w:val="009E1A17"/>
    <w:rsid w:val="009E7A37"/>
    <w:rsid w:val="00A06773"/>
    <w:rsid w:val="00A106C6"/>
    <w:rsid w:val="00A17C54"/>
    <w:rsid w:val="00A30168"/>
    <w:rsid w:val="00A30568"/>
    <w:rsid w:val="00A36D72"/>
    <w:rsid w:val="00A37211"/>
    <w:rsid w:val="00A3736F"/>
    <w:rsid w:val="00A43B86"/>
    <w:rsid w:val="00A57F80"/>
    <w:rsid w:val="00A6613E"/>
    <w:rsid w:val="00A803FA"/>
    <w:rsid w:val="00AC1B74"/>
    <w:rsid w:val="00AC5F2C"/>
    <w:rsid w:val="00AD27BE"/>
    <w:rsid w:val="00AD3090"/>
    <w:rsid w:val="00AD3CA4"/>
    <w:rsid w:val="00AE40CE"/>
    <w:rsid w:val="00B0020C"/>
    <w:rsid w:val="00B008F8"/>
    <w:rsid w:val="00B01E34"/>
    <w:rsid w:val="00B062EB"/>
    <w:rsid w:val="00B0665A"/>
    <w:rsid w:val="00B106FC"/>
    <w:rsid w:val="00B128DD"/>
    <w:rsid w:val="00B20D77"/>
    <w:rsid w:val="00B23DA2"/>
    <w:rsid w:val="00B31260"/>
    <w:rsid w:val="00B31994"/>
    <w:rsid w:val="00B35820"/>
    <w:rsid w:val="00B437E6"/>
    <w:rsid w:val="00B52758"/>
    <w:rsid w:val="00B52BB7"/>
    <w:rsid w:val="00B533E9"/>
    <w:rsid w:val="00B82ED6"/>
    <w:rsid w:val="00B855B8"/>
    <w:rsid w:val="00B873D4"/>
    <w:rsid w:val="00B90BB9"/>
    <w:rsid w:val="00BA399E"/>
    <w:rsid w:val="00BB303B"/>
    <w:rsid w:val="00BC03D6"/>
    <w:rsid w:val="00BC68FE"/>
    <w:rsid w:val="00BD26ED"/>
    <w:rsid w:val="00BD4E7E"/>
    <w:rsid w:val="00BE0368"/>
    <w:rsid w:val="00BE088A"/>
    <w:rsid w:val="00BE36E1"/>
    <w:rsid w:val="00BE62C8"/>
    <w:rsid w:val="00BF0B0C"/>
    <w:rsid w:val="00BF6584"/>
    <w:rsid w:val="00C12AFF"/>
    <w:rsid w:val="00C12E9F"/>
    <w:rsid w:val="00C25E3B"/>
    <w:rsid w:val="00C34A6D"/>
    <w:rsid w:val="00C415A7"/>
    <w:rsid w:val="00C504A7"/>
    <w:rsid w:val="00C53817"/>
    <w:rsid w:val="00C57FA2"/>
    <w:rsid w:val="00C60E0E"/>
    <w:rsid w:val="00C61095"/>
    <w:rsid w:val="00C70FA5"/>
    <w:rsid w:val="00C7349E"/>
    <w:rsid w:val="00C77827"/>
    <w:rsid w:val="00C84DFB"/>
    <w:rsid w:val="00CC38E9"/>
    <w:rsid w:val="00CC4BF4"/>
    <w:rsid w:val="00CC7CD7"/>
    <w:rsid w:val="00CE4518"/>
    <w:rsid w:val="00CF0AAE"/>
    <w:rsid w:val="00CF6FA2"/>
    <w:rsid w:val="00D02586"/>
    <w:rsid w:val="00D1256A"/>
    <w:rsid w:val="00D20806"/>
    <w:rsid w:val="00D3417C"/>
    <w:rsid w:val="00D540A3"/>
    <w:rsid w:val="00D579A9"/>
    <w:rsid w:val="00D62EE3"/>
    <w:rsid w:val="00D63172"/>
    <w:rsid w:val="00D63B2F"/>
    <w:rsid w:val="00D67413"/>
    <w:rsid w:val="00D67B11"/>
    <w:rsid w:val="00D740DD"/>
    <w:rsid w:val="00D849C8"/>
    <w:rsid w:val="00D85BC3"/>
    <w:rsid w:val="00DA3BF1"/>
    <w:rsid w:val="00DC0F12"/>
    <w:rsid w:val="00DC3EE9"/>
    <w:rsid w:val="00DC4ED1"/>
    <w:rsid w:val="00DD2BB5"/>
    <w:rsid w:val="00DD336A"/>
    <w:rsid w:val="00DF7548"/>
    <w:rsid w:val="00E174B3"/>
    <w:rsid w:val="00E348FC"/>
    <w:rsid w:val="00E4580C"/>
    <w:rsid w:val="00E57779"/>
    <w:rsid w:val="00E60F56"/>
    <w:rsid w:val="00E7570F"/>
    <w:rsid w:val="00E80B1D"/>
    <w:rsid w:val="00E906CB"/>
    <w:rsid w:val="00E94E9E"/>
    <w:rsid w:val="00E953AD"/>
    <w:rsid w:val="00EB1C30"/>
    <w:rsid w:val="00EB640D"/>
    <w:rsid w:val="00EB7499"/>
    <w:rsid w:val="00EC0D6E"/>
    <w:rsid w:val="00EE5DBD"/>
    <w:rsid w:val="00EF3899"/>
    <w:rsid w:val="00F01A42"/>
    <w:rsid w:val="00F22A18"/>
    <w:rsid w:val="00F32C8B"/>
    <w:rsid w:val="00F55861"/>
    <w:rsid w:val="00F5781C"/>
    <w:rsid w:val="00F57ADB"/>
    <w:rsid w:val="00F62B58"/>
    <w:rsid w:val="00F64B7E"/>
    <w:rsid w:val="00F72BD7"/>
    <w:rsid w:val="00F86662"/>
    <w:rsid w:val="00FA025D"/>
    <w:rsid w:val="00FB03D3"/>
    <w:rsid w:val="00FB42A4"/>
    <w:rsid w:val="00FC4E44"/>
    <w:rsid w:val="00FC64EF"/>
    <w:rsid w:val="00FD4979"/>
    <w:rsid w:val="00FD6374"/>
    <w:rsid w:val="00FD70D5"/>
    <w:rsid w:val="00FE0DBD"/>
    <w:rsid w:val="00FE1ECA"/>
    <w:rsid w:val="00FE6777"/>
    <w:rsid w:val="00FE7F82"/>
    <w:rsid w:val="00FF360D"/>
    <w:rsid w:val="00FF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41C14E-19FC-4403-A50B-5AA0F85C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9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3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106F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23B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rsid w:val="0077588D"/>
    <w:rPr>
      <w:color w:val="0000FF" w:themeColor="hyperlink"/>
      <w:u w:val="single"/>
    </w:rPr>
  </w:style>
  <w:style w:type="paragraph" w:styleId="a6">
    <w:name w:val="header"/>
    <w:basedOn w:val="a"/>
    <w:link w:val="a7"/>
    <w:rsid w:val="00BE62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E62C8"/>
    <w:rPr>
      <w:sz w:val="24"/>
      <w:szCs w:val="24"/>
    </w:rPr>
  </w:style>
  <w:style w:type="paragraph" w:styleId="a8">
    <w:name w:val="footer"/>
    <w:basedOn w:val="a"/>
    <w:link w:val="a9"/>
    <w:rsid w:val="00BE62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E62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2;&#1089;&#1077;&#1081;\Desktop\&#1075;&#1088;&#1072;&#1092;&#1080;&#1082;%20&#1072;&#1090;&#1090;&#1077;&#1089;&#1090;&#1072;&#1094;&#1080;&#1080;%20&#1085;&#1072;%201%20&#1087;&#1086;&#1083;&#1091;&#1075;&#1086;&#1076;&#1080;&#1077;%20201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7CAB7-EDB8-4B0D-BE06-9FA850BF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график аттестации на 1 полугодие 2014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RTI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Алексей</dc:creator>
  <cp:lastModifiedBy>1</cp:lastModifiedBy>
  <cp:revision>2</cp:revision>
  <cp:lastPrinted>2020-12-23T12:14:00Z</cp:lastPrinted>
  <dcterms:created xsi:type="dcterms:W3CDTF">2020-12-23T12:15:00Z</dcterms:created>
  <dcterms:modified xsi:type="dcterms:W3CDTF">2020-12-23T12:15:00Z</dcterms:modified>
</cp:coreProperties>
</file>